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944D80" w:rsidRDefault="006E206C" w:rsidP="00944D80">
      <w:pPr>
        <w:rPr>
          <w:b/>
          <w:sz w:val="24"/>
          <w:szCs w:val="24"/>
        </w:rPr>
      </w:pPr>
      <w:r>
        <w:rPr>
          <w:b/>
          <w:noProof/>
          <w:sz w:val="32"/>
          <w:lang w:eastAsia="fr-FR"/>
        </w:rPr>
        <w:drawing>
          <wp:inline distT="0" distB="0" distL="0" distR="0">
            <wp:extent cx="1326510" cy="563880"/>
            <wp:effectExtent l="19050" t="0" r="6990" b="0"/>
            <wp:docPr id="1" name="Image 0" descr="Logo SFM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SFMC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30270" cy="5654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912E2">
        <w:rPr>
          <w:b/>
          <w:sz w:val="24"/>
          <w:szCs w:val="24"/>
        </w:rPr>
        <w:tab/>
      </w:r>
      <w:r w:rsidR="007912E2">
        <w:rPr>
          <w:b/>
          <w:sz w:val="24"/>
          <w:szCs w:val="24"/>
        </w:rPr>
        <w:tab/>
      </w:r>
    </w:p>
    <w:p w:rsidR="00944D80" w:rsidRDefault="00A50415" w:rsidP="00944D80">
      <w:pPr>
        <w:rPr>
          <w:b/>
          <w:sz w:val="24"/>
          <w:szCs w:val="24"/>
        </w:rPr>
      </w:pPr>
      <w:r>
        <w:rPr>
          <w:b/>
          <w:noProof/>
          <w:sz w:val="24"/>
          <w:szCs w:val="24"/>
          <w:lang w:eastAsia="fr-FR"/>
        </w:rPr>
        <w:pict>
          <v:shapetype id="_x0000_t109" coordsize="21600,21600" o:spt="109" path="m,l,21600r21600,l21600,xe">
            <v:stroke joinstyle="miter"/>
            <v:path gradientshapeok="t" o:connecttype="rect"/>
          </v:shapetype>
          <v:shape id="_x0000_s1028" type="#_x0000_t109" style="position:absolute;margin-left:108.4pt;margin-top:8.65pt;width:238.5pt;height:58.5pt;z-index:251658240" strokeweight="3.5pt">
            <v:fill opacity="0"/>
            <v:stroke linestyle="thinThick"/>
          </v:shape>
        </w:pict>
      </w:r>
    </w:p>
    <w:p w:rsidR="00944D80" w:rsidRDefault="00944D80" w:rsidP="00944D80">
      <w:pPr>
        <w:jc w:val="center"/>
        <w:rPr>
          <w:rFonts w:asciiTheme="minorHAnsi" w:hAnsiTheme="minorHAnsi"/>
          <w:b/>
          <w:bCs/>
          <w:i/>
          <w:iCs/>
          <w:color w:val="008000"/>
          <w:sz w:val="28"/>
          <w:szCs w:val="28"/>
        </w:rPr>
      </w:pPr>
      <w:r>
        <w:rPr>
          <w:rFonts w:asciiTheme="minorHAnsi" w:hAnsiTheme="minorHAnsi"/>
          <w:b/>
          <w:bCs/>
          <w:i/>
          <w:iCs/>
          <w:color w:val="008000"/>
          <w:sz w:val="28"/>
          <w:szCs w:val="28"/>
        </w:rPr>
        <w:t xml:space="preserve">SÉCURITÉ INTÉRIEURE </w:t>
      </w:r>
      <w:r w:rsidRPr="00696CF4">
        <w:rPr>
          <w:rFonts w:asciiTheme="minorHAnsi" w:hAnsiTheme="minorHAnsi"/>
          <w:b/>
          <w:bCs/>
          <w:i/>
          <w:iCs/>
          <w:color w:val="008000"/>
          <w:sz w:val="28"/>
          <w:szCs w:val="28"/>
        </w:rPr>
        <w:t xml:space="preserve"> ET SECOURS</w:t>
      </w:r>
      <w:r w:rsidR="00A50415">
        <w:rPr>
          <w:rFonts w:asciiTheme="minorHAnsi" w:hAnsiTheme="minorHAnsi"/>
          <w:b/>
          <w:bCs/>
          <w:i/>
          <w:iCs/>
          <w:color w:val="008000"/>
          <w:sz w:val="28"/>
          <w:szCs w:val="28"/>
        </w:rPr>
        <w:br/>
        <w:t>-</w:t>
      </w:r>
      <w:r>
        <w:rPr>
          <w:rFonts w:asciiTheme="minorHAnsi" w:hAnsiTheme="minorHAnsi"/>
          <w:b/>
          <w:bCs/>
          <w:i/>
          <w:iCs/>
          <w:color w:val="008000"/>
          <w:sz w:val="28"/>
          <w:szCs w:val="28"/>
        </w:rPr>
        <w:br/>
      </w:r>
      <w:r w:rsidRPr="00696CF4">
        <w:rPr>
          <w:rFonts w:asciiTheme="minorHAnsi" w:hAnsiTheme="minorHAnsi"/>
          <w:b/>
          <w:bCs/>
          <w:i/>
          <w:iCs/>
          <w:color w:val="008000"/>
          <w:sz w:val="28"/>
          <w:szCs w:val="28"/>
        </w:rPr>
        <w:t>CYCLONE  IRMA</w:t>
      </w:r>
    </w:p>
    <w:p w:rsidR="00944D80" w:rsidRPr="009D4F51" w:rsidRDefault="00944D80" w:rsidP="00944D80">
      <w:pPr>
        <w:rPr>
          <w:rFonts w:asciiTheme="minorHAnsi" w:hAnsiTheme="minorHAnsi"/>
          <w:b/>
          <w:bCs/>
          <w:i/>
          <w:iCs/>
          <w:color w:val="008000"/>
          <w:sz w:val="28"/>
          <w:szCs w:val="28"/>
        </w:rPr>
      </w:pPr>
    </w:p>
    <w:p w:rsidR="00944D80" w:rsidRDefault="00CA2D06" w:rsidP="00944D80">
      <w:pPr>
        <w:jc w:val="center"/>
        <w:rPr>
          <w:b/>
        </w:rPr>
      </w:pPr>
      <w:r>
        <w:rPr>
          <w:b/>
        </w:rPr>
        <w:t>25 janvier 2018</w:t>
      </w:r>
      <w:r w:rsidR="00944D80" w:rsidRPr="009D4F51">
        <w:rPr>
          <w:b/>
        </w:rPr>
        <w:br/>
      </w:r>
      <w:r w:rsidR="00944D80" w:rsidRPr="00944D80">
        <w:rPr>
          <w:b/>
        </w:rPr>
        <w:t xml:space="preserve"> É</w:t>
      </w:r>
      <w:r w:rsidR="00944D80" w:rsidRPr="009D4F51">
        <w:rPr>
          <w:b/>
        </w:rPr>
        <w:t>cole du Val de Grâce</w:t>
      </w:r>
      <w:r w:rsidR="00944D80">
        <w:rPr>
          <w:b/>
        </w:rPr>
        <w:br/>
        <w:t>Place Alphonse-Laveran 75005 Paris</w:t>
      </w:r>
    </w:p>
    <w:p w:rsidR="00944D80" w:rsidRDefault="00944D80" w:rsidP="00944D80">
      <w:pPr>
        <w:rPr>
          <w:b/>
        </w:rPr>
      </w:pPr>
    </w:p>
    <w:p w:rsidR="00CE1329" w:rsidRDefault="00CE1329" w:rsidP="00944D80">
      <w:pPr>
        <w:rPr>
          <w:b/>
        </w:rPr>
      </w:pPr>
    </w:p>
    <w:p w:rsidR="00944D80" w:rsidRPr="0058766A" w:rsidRDefault="00944D80" w:rsidP="00944D80">
      <w:pPr>
        <w:ind w:left="5664"/>
        <w:rPr>
          <w:b/>
          <w:i/>
        </w:rPr>
      </w:pPr>
      <w:r>
        <w:rPr>
          <w:b/>
          <w:i/>
        </w:rPr>
        <w:t>I</w:t>
      </w:r>
      <w:r w:rsidRPr="006375AD">
        <w:rPr>
          <w:b/>
          <w:i/>
        </w:rPr>
        <w:t>talique</w:t>
      </w:r>
      <w:r w:rsidR="005E5B2C">
        <w:rPr>
          <w:b/>
          <w:i/>
        </w:rPr>
        <w:t>,</w:t>
      </w:r>
      <w:r w:rsidRPr="006375AD">
        <w:rPr>
          <w:b/>
          <w:i/>
        </w:rPr>
        <w:t xml:space="preserve"> en attente</w:t>
      </w:r>
      <w:r>
        <w:rPr>
          <w:b/>
          <w:i/>
        </w:rPr>
        <w:t xml:space="preserve"> accord</w:t>
      </w:r>
    </w:p>
    <w:p w:rsidR="00CE1329" w:rsidRDefault="00CE1329" w:rsidP="00944D80">
      <w:pPr>
        <w:rPr>
          <w:b/>
          <w:i/>
        </w:rPr>
      </w:pPr>
    </w:p>
    <w:p w:rsidR="003E723A" w:rsidRDefault="003E723A" w:rsidP="00944D80">
      <w:pPr>
        <w:rPr>
          <w:b/>
        </w:rPr>
      </w:pPr>
    </w:p>
    <w:p w:rsidR="00CE1329" w:rsidRPr="009A4262" w:rsidRDefault="009A4262" w:rsidP="00944D80">
      <w:pPr>
        <w:rPr>
          <w:b/>
        </w:rPr>
      </w:pPr>
      <w:r w:rsidRPr="009A4262">
        <w:rPr>
          <w:b/>
        </w:rPr>
        <w:t>08:00 - Accueil</w:t>
      </w:r>
    </w:p>
    <w:p w:rsidR="009A4262" w:rsidRDefault="009A4262" w:rsidP="00944D80">
      <w:pPr>
        <w:rPr>
          <w:b/>
          <w:sz w:val="24"/>
          <w:szCs w:val="24"/>
          <w:u w:val="single"/>
        </w:rPr>
      </w:pPr>
    </w:p>
    <w:p w:rsidR="00944D80" w:rsidRPr="009A4262" w:rsidRDefault="009A4262" w:rsidP="00944D80">
      <w:pPr>
        <w:rPr>
          <w:b/>
          <w:i/>
        </w:rPr>
      </w:pPr>
      <w:r>
        <w:rPr>
          <w:b/>
          <w:sz w:val="24"/>
          <w:szCs w:val="24"/>
          <w:u w:val="single"/>
        </w:rPr>
        <w:t>09:00</w:t>
      </w:r>
      <w:r>
        <w:rPr>
          <w:b/>
          <w:i/>
        </w:rPr>
        <w:t xml:space="preserve"> - </w:t>
      </w:r>
      <w:r w:rsidR="00944D80" w:rsidRPr="009C113C">
        <w:rPr>
          <w:b/>
          <w:sz w:val="24"/>
          <w:szCs w:val="24"/>
        </w:rPr>
        <w:t xml:space="preserve">Ouverture : </w:t>
      </w:r>
      <w:r w:rsidR="00944D80" w:rsidRPr="00CE1329">
        <w:rPr>
          <w:b/>
          <w:i/>
          <w:sz w:val="24"/>
          <w:szCs w:val="24"/>
        </w:rPr>
        <w:tab/>
      </w:r>
      <w:r w:rsidR="00944D80" w:rsidRPr="00076FD5">
        <w:rPr>
          <w:b/>
          <w:sz w:val="24"/>
          <w:szCs w:val="24"/>
        </w:rPr>
        <w:t xml:space="preserve">MGI </w:t>
      </w:r>
      <w:r w:rsidR="009C113C" w:rsidRPr="00076FD5">
        <w:rPr>
          <w:b/>
          <w:sz w:val="24"/>
          <w:szCs w:val="24"/>
        </w:rPr>
        <w:t xml:space="preserve">Jean-Didier CAVALLO, </w:t>
      </w:r>
      <w:r w:rsidR="00944D80" w:rsidRPr="00076FD5">
        <w:rPr>
          <w:b/>
          <w:sz w:val="24"/>
          <w:szCs w:val="24"/>
        </w:rPr>
        <w:t>Directeur de l’</w:t>
      </w:r>
      <w:r w:rsidR="002C3573">
        <w:rPr>
          <w:b/>
          <w:sz w:val="24"/>
          <w:szCs w:val="24"/>
        </w:rPr>
        <w:t>É</w:t>
      </w:r>
      <w:r w:rsidR="00944D80" w:rsidRPr="00076FD5">
        <w:rPr>
          <w:b/>
          <w:sz w:val="24"/>
          <w:szCs w:val="24"/>
        </w:rPr>
        <w:t>cole du Val de Grâce</w:t>
      </w:r>
      <w:r w:rsidR="00944D80" w:rsidRPr="00076FD5">
        <w:rPr>
          <w:b/>
          <w:sz w:val="24"/>
          <w:szCs w:val="24"/>
        </w:rPr>
        <w:br/>
      </w:r>
      <w:r w:rsidR="00944D80" w:rsidRPr="00CE1329">
        <w:rPr>
          <w:b/>
          <w:i/>
          <w:sz w:val="24"/>
          <w:szCs w:val="24"/>
        </w:rPr>
        <w:tab/>
      </w:r>
      <w:r w:rsidR="00944D80" w:rsidRPr="009C113C">
        <w:rPr>
          <w:b/>
          <w:sz w:val="24"/>
          <w:szCs w:val="24"/>
        </w:rPr>
        <w:t xml:space="preserve">Med </w:t>
      </w:r>
      <w:proofErr w:type="spellStart"/>
      <w:r w:rsidR="00944D80" w:rsidRPr="009C113C">
        <w:rPr>
          <w:b/>
          <w:sz w:val="24"/>
          <w:szCs w:val="24"/>
        </w:rPr>
        <w:t>Gl</w:t>
      </w:r>
      <w:proofErr w:type="spellEnd"/>
      <w:r w:rsidR="00944D80" w:rsidRPr="009C113C">
        <w:rPr>
          <w:b/>
          <w:sz w:val="24"/>
          <w:szCs w:val="24"/>
        </w:rPr>
        <w:t xml:space="preserve"> (2s) </w:t>
      </w:r>
      <w:r w:rsidR="004A02A3" w:rsidRPr="009C113C">
        <w:rPr>
          <w:b/>
          <w:sz w:val="24"/>
          <w:szCs w:val="24"/>
        </w:rPr>
        <w:t xml:space="preserve">Henri JULIEN, </w:t>
      </w:r>
      <w:r w:rsidR="00944D80" w:rsidRPr="009C113C">
        <w:rPr>
          <w:b/>
          <w:sz w:val="24"/>
          <w:szCs w:val="24"/>
        </w:rPr>
        <w:t>Président de la SFMC</w:t>
      </w:r>
    </w:p>
    <w:p w:rsidR="00CE1329" w:rsidRPr="00CE1329" w:rsidRDefault="00CE1329" w:rsidP="00944D80">
      <w:pPr>
        <w:rPr>
          <w:b/>
          <w:sz w:val="24"/>
          <w:szCs w:val="24"/>
          <w:u w:val="single"/>
        </w:rPr>
      </w:pPr>
    </w:p>
    <w:p w:rsidR="00944D80" w:rsidRPr="00CE1329" w:rsidRDefault="009A4262" w:rsidP="00944D80">
      <w:pPr>
        <w:rPr>
          <w:b/>
          <w:i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 xml:space="preserve">09:15 </w:t>
      </w:r>
      <w:r w:rsidR="006754E7">
        <w:rPr>
          <w:b/>
          <w:sz w:val="24"/>
          <w:szCs w:val="24"/>
          <w:u w:val="single"/>
        </w:rPr>
        <w:t xml:space="preserve">- </w:t>
      </w:r>
      <w:r w:rsidR="00944D80" w:rsidRPr="00CE1329">
        <w:rPr>
          <w:b/>
          <w:sz w:val="24"/>
          <w:szCs w:val="24"/>
          <w:u w:val="single"/>
        </w:rPr>
        <w:t>FORCES D’INTERVENTION ET SECOURS LORS D’ATTENTATS</w:t>
      </w:r>
    </w:p>
    <w:p w:rsidR="00456F51" w:rsidRDefault="00456F51" w:rsidP="00A32208">
      <w:pPr>
        <w:ind w:firstLine="708"/>
        <w:rPr>
          <w:b/>
          <w:sz w:val="24"/>
          <w:szCs w:val="24"/>
        </w:rPr>
      </w:pPr>
    </w:p>
    <w:p w:rsidR="00944D80" w:rsidRPr="00CE1329" w:rsidRDefault="00944D80" w:rsidP="00A32208">
      <w:pPr>
        <w:ind w:firstLine="708"/>
        <w:rPr>
          <w:i/>
          <w:sz w:val="24"/>
          <w:szCs w:val="24"/>
        </w:rPr>
      </w:pPr>
      <w:r w:rsidRPr="00CE1329">
        <w:rPr>
          <w:b/>
          <w:sz w:val="24"/>
          <w:szCs w:val="24"/>
        </w:rPr>
        <w:t xml:space="preserve">Introduction, </w:t>
      </w:r>
      <w:r w:rsidRPr="00CE1329">
        <w:rPr>
          <w:i/>
          <w:sz w:val="24"/>
          <w:szCs w:val="24"/>
        </w:rPr>
        <w:t>Le Directeur des Opération</w:t>
      </w:r>
      <w:r w:rsidR="009A4262">
        <w:rPr>
          <w:i/>
          <w:sz w:val="24"/>
          <w:szCs w:val="24"/>
        </w:rPr>
        <w:t>s</w:t>
      </w:r>
      <w:r w:rsidRPr="00CE1329">
        <w:rPr>
          <w:i/>
          <w:sz w:val="24"/>
          <w:szCs w:val="24"/>
        </w:rPr>
        <w:t xml:space="preserve"> lors d’une tuerie de masse, PP</w:t>
      </w:r>
    </w:p>
    <w:p w:rsidR="00CE1329" w:rsidRPr="00CE1329" w:rsidRDefault="00CE1329" w:rsidP="00944D80">
      <w:pPr>
        <w:rPr>
          <w:b/>
          <w:i/>
          <w:sz w:val="24"/>
          <w:szCs w:val="24"/>
        </w:rPr>
      </w:pPr>
    </w:p>
    <w:p w:rsidR="00CC6FA7" w:rsidRDefault="009A4262" w:rsidP="00CC6FA7">
      <w:pPr>
        <w:suppressAutoHyphens w:val="0"/>
        <w:spacing w:after="200" w:line="276" w:lineRule="auto"/>
        <w:contextualSpacing/>
        <w:rPr>
          <w:b/>
          <w:sz w:val="24"/>
          <w:szCs w:val="24"/>
        </w:rPr>
      </w:pPr>
      <w:r>
        <w:rPr>
          <w:b/>
          <w:sz w:val="24"/>
          <w:szCs w:val="24"/>
        </w:rPr>
        <w:t>09</w:t>
      </w:r>
      <w:r w:rsidR="006754E7" w:rsidRPr="00CC6FA7">
        <w:rPr>
          <w:b/>
          <w:sz w:val="24"/>
          <w:szCs w:val="24"/>
        </w:rPr>
        <w:t xml:space="preserve">:15 - </w:t>
      </w:r>
      <w:r w:rsidR="00944D80" w:rsidRPr="00CC6FA7">
        <w:rPr>
          <w:b/>
          <w:sz w:val="24"/>
          <w:szCs w:val="24"/>
          <w:u w:val="single"/>
        </w:rPr>
        <w:t>Forces de</w:t>
      </w:r>
      <w:r w:rsidR="00944D80" w:rsidRPr="00CC6FA7">
        <w:rPr>
          <w:b/>
          <w:i/>
          <w:sz w:val="24"/>
          <w:szCs w:val="24"/>
          <w:u w:val="single"/>
        </w:rPr>
        <w:t xml:space="preserve"> </w:t>
      </w:r>
      <w:r w:rsidR="00944D80" w:rsidRPr="00CC6FA7">
        <w:rPr>
          <w:b/>
          <w:sz w:val="24"/>
          <w:szCs w:val="24"/>
          <w:u w:val="single"/>
        </w:rPr>
        <w:t>sécurité intérieure</w:t>
      </w:r>
      <w:r w:rsidR="00944D80" w:rsidRPr="00CC6FA7">
        <w:rPr>
          <w:b/>
          <w:i/>
          <w:sz w:val="24"/>
          <w:szCs w:val="24"/>
          <w:u w:val="single"/>
        </w:rPr>
        <w:t xml:space="preserve"> </w:t>
      </w:r>
      <w:r w:rsidR="00944D80" w:rsidRPr="00CC6FA7">
        <w:rPr>
          <w:b/>
          <w:sz w:val="24"/>
          <w:szCs w:val="24"/>
          <w:u w:val="single"/>
        </w:rPr>
        <w:t>et attentats terroristes</w:t>
      </w:r>
      <w:r w:rsidR="00944D80" w:rsidRPr="00CC6FA7">
        <w:rPr>
          <w:sz w:val="24"/>
          <w:szCs w:val="24"/>
          <w:u w:val="single"/>
        </w:rPr>
        <w:t xml:space="preserve"> </w:t>
      </w:r>
    </w:p>
    <w:p w:rsidR="00944D80" w:rsidRPr="00CC6FA7" w:rsidRDefault="00CE1329" w:rsidP="00CC6FA7">
      <w:pPr>
        <w:suppressAutoHyphens w:val="0"/>
        <w:spacing w:after="200" w:line="276" w:lineRule="auto"/>
        <w:ind w:left="708"/>
        <w:contextualSpacing/>
        <w:rPr>
          <w:sz w:val="24"/>
          <w:szCs w:val="24"/>
        </w:rPr>
      </w:pPr>
      <w:r w:rsidRPr="00CC6FA7">
        <w:rPr>
          <w:b/>
          <w:sz w:val="24"/>
          <w:szCs w:val="24"/>
        </w:rPr>
        <w:t>Président</w:t>
      </w:r>
      <w:r w:rsidR="002C3573">
        <w:rPr>
          <w:b/>
          <w:sz w:val="24"/>
          <w:szCs w:val="24"/>
        </w:rPr>
        <w:t>e</w:t>
      </w:r>
      <w:r w:rsidRPr="00CC6FA7">
        <w:rPr>
          <w:b/>
          <w:sz w:val="24"/>
          <w:szCs w:val="24"/>
        </w:rPr>
        <w:t>:</w:t>
      </w:r>
      <w:r w:rsidR="006754E7" w:rsidRPr="00CC6FA7">
        <w:rPr>
          <w:b/>
          <w:sz w:val="24"/>
          <w:szCs w:val="24"/>
        </w:rPr>
        <w:t xml:space="preserve"> </w:t>
      </w:r>
      <w:r w:rsidR="005078C2" w:rsidRPr="005078C2">
        <w:rPr>
          <w:sz w:val="24"/>
          <w:szCs w:val="24"/>
        </w:rPr>
        <w:t xml:space="preserve">Mme la Préfète M. </w:t>
      </w:r>
      <w:proofErr w:type="spellStart"/>
      <w:r w:rsidR="005078C2" w:rsidRPr="005078C2">
        <w:rPr>
          <w:sz w:val="24"/>
          <w:szCs w:val="24"/>
        </w:rPr>
        <w:t>Merli</w:t>
      </w:r>
      <w:proofErr w:type="spellEnd"/>
      <w:r w:rsidR="005078C2" w:rsidRPr="005078C2">
        <w:rPr>
          <w:sz w:val="24"/>
          <w:szCs w:val="24"/>
        </w:rPr>
        <w:t>, CNPC</w:t>
      </w:r>
      <w:r w:rsidRPr="00CC6FA7">
        <w:rPr>
          <w:b/>
          <w:sz w:val="24"/>
          <w:szCs w:val="24"/>
        </w:rPr>
        <w:br/>
        <w:t>Modérateur :</w:t>
      </w:r>
      <w:r w:rsidR="006754E7" w:rsidRPr="00CC6FA7">
        <w:rPr>
          <w:b/>
          <w:sz w:val="24"/>
          <w:szCs w:val="24"/>
        </w:rPr>
        <w:t xml:space="preserve"> </w:t>
      </w:r>
      <w:proofErr w:type="spellStart"/>
      <w:r w:rsidR="00F60379" w:rsidRPr="00F60379">
        <w:rPr>
          <w:sz w:val="24"/>
          <w:szCs w:val="24"/>
        </w:rPr>
        <w:t>MG</w:t>
      </w:r>
      <w:r w:rsidR="00A32208">
        <w:rPr>
          <w:sz w:val="24"/>
          <w:szCs w:val="24"/>
        </w:rPr>
        <w:t>l</w:t>
      </w:r>
      <w:proofErr w:type="spellEnd"/>
      <w:r w:rsidR="00F60379" w:rsidRPr="00F60379">
        <w:rPr>
          <w:sz w:val="24"/>
          <w:szCs w:val="24"/>
        </w:rPr>
        <w:t xml:space="preserve"> H. Julien, SFMC</w:t>
      </w:r>
      <w:r w:rsidR="00944D80" w:rsidRPr="00CC6FA7">
        <w:rPr>
          <w:b/>
          <w:sz w:val="24"/>
          <w:szCs w:val="24"/>
        </w:rPr>
        <w:br/>
      </w:r>
      <w:r w:rsidR="00A73FA4" w:rsidRPr="00A73FA4">
        <w:rPr>
          <w:b/>
          <w:bCs/>
          <w:sz w:val="24"/>
          <w:szCs w:val="24"/>
        </w:rPr>
        <w:t>Interface en</w:t>
      </w:r>
      <w:r w:rsidR="001C3705">
        <w:rPr>
          <w:b/>
          <w:bCs/>
          <w:sz w:val="24"/>
          <w:szCs w:val="24"/>
        </w:rPr>
        <w:t xml:space="preserve">tre le COPG et l'organisation </w:t>
      </w:r>
      <w:proofErr w:type="spellStart"/>
      <w:r w:rsidR="001C3705">
        <w:rPr>
          <w:b/>
          <w:bCs/>
          <w:sz w:val="24"/>
          <w:szCs w:val="24"/>
        </w:rPr>
        <w:t>NoVi</w:t>
      </w:r>
      <w:proofErr w:type="spellEnd"/>
      <w:r w:rsidR="00A73FA4" w:rsidRPr="00A73FA4">
        <w:rPr>
          <w:b/>
          <w:bCs/>
          <w:sz w:val="24"/>
          <w:szCs w:val="24"/>
        </w:rPr>
        <w:t>-</w:t>
      </w:r>
      <w:proofErr w:type="spellStart"/>
      <w:r w:rsidR="00A73FA4" w:rsidRPr="00A73FA4">
        <w:rPr>
          <w:b/>
          <w:bCs/>
          <w:sz w:val="24"/>
          <w:szCs w:val="24"/>
        </w:rPr>
        <w:t>AMaVi</w:t>
      </w:r>
      <w:proofErr w:type="spellEnd"/>
      <w:r w:rsidR="00944D80" w:rsidRPr="00A73FA4">
        <w:rPr>
          <w:b/>
          <w:sz w:val="24"/>
          <w:szCs w:val="24"/>
        </w:rPr>
        <w:t>,</w:t>
      </w:r>
      <w:r w:rsidR="00944D80" w:rsidRPr="00CC6FA7">
        <w:rPr>
          <w:b/>
          <w:sz w:val="24"/>
          <w:szCs w:val="24"/>
        </w:rPr>
        <w:t xml:space="preserve"> </w:t>
      </w:r>
      <w:r w:rsidRPr="00CC6FA7">
        <w:rPr>
          <w:b/>
          <w:sz w:val="24"/>
          <w:szCs w:val="24"/>
        </w:rPr>
        <w:br/>
      </w:r>
      <w:r w:rsidR="006754E7" w:rsidRPr="00CC6FA7">
        <w:rPr>
          <w:b/>
          <w:sz w:val="24"/>
          <w:szCs w:val="24"/>
        </w:rPr>
        <w:t xml:space="preserve">    </w:t>
      </w:r>
      <w:proofErr w:type="spellStart"/>
      <w:r w:rsidR="00944D80" w:rsidRPr="00CC6FA7">
        <w:rPr>
          <w:sz w:val="24"/>
          <w:szCs w:val="24"/>
        </w:rPr>
        <w:t>Lt</w:t>
      </w:r>
      <w:proofErr w:type="spellEnd"/>
      <w:r w:rsidR="00944D80" w:rsidRPr="00CC6FA7">
        <w:rPr>
          <w:sz w:val="24"/>
          <w:szCs w:val="24"/>
        </w:rPr>
        <w:t xml:space="preserve"> Cl </w:t>
      </w:r>
      <w:proofErr w:type="spellStart"/>
      <w:r w:rsidR="00944D80" w:rsidRPr="00CC6FA7">
        <w:rPr>
          <w:sz w:val="24"/>
          <w:szCs w:val="24"/>
        </w:rPr>
        <w:t>Deshayes</w:t>
      </w:r>
      <w:proofErr w:type="spellEnd"/>
      <w:r w:rsidR="00944D80" w:rsidRPr="00CC6FA7">
        <w:rPr>
          <w:sz w:val="24"/>
          <w:szCs w:val="24"/>
        </w:rPr>
        <w:t>, DGGN</w:t>
      </w:r>
      <w:r w:rsidR="00944D80" w:rsidRPr="00CC6FA7">
        <w:rPr>
          <w:b/>
          <w:sz w:val="24"/>
          <w:szCs w:val="24"/>
        </w:rPr>
        <w:br/>
        <w:t xml:space="preserve">Le COS et le COP, expérience de la BSPP, </w:t>
      </w:r>
      <w:r w:rsidRPr="00CC6FA7">
        <w:rPr>
          <w:b/>
          <w:sz w:val="24"/>
          <w:szCs w:val="24"/>
        </w:rPr>
        <w:br/>
      </w:r>
      <w:r w:rsidR="006754E7" w:rsidRPr="00CC6FA7">
        <w:rPr>
          <w:b/>
          <w:sz w:val="24"/>
          <w:szCs w:val="24"/>
        </w:rPr>
        <w:t xml:space="preserve">    </w:t>
      </w:r>
      <w:r w:rsidR="006754E7" w:rsidRPr="00CC6FA7">
        <w:rPr>
          <w:sz w:val="24"/>
          <w:szCs w:val="24"/>
        </w:rPr>
        <w:t>Colonel R. Roche,</w:t>
      </w:r>
      <w:r w:rsidR="00944D80" w:rsidRPr="00CC6FA7">
        <w:rPr>
          <w:sz w:val="24"/>
          <w:szCs w:val="24"/>
        </w:rPr>
        <w:t xml:space="preserve"> BSPP</w:t>
      </w:r>
      <w:r w:rsidR="00944D80" w:rsidRPr="00CC6FA7">
        <w:rPr>
          <w:b/>
          <w:sz w:val="24"/>
          <w:szCs w:val="24"/>
        </w:rPr>
        <w:br/>
        <w:t xml:space="preserve">Point sur les missions des S-Pompiers et notion de couloir d’extraction, </w:t>
      </w:r>
      <w:r w:rsidRPr="00CC6FA7">
        <w:rPr>
          <w:b/>
          <w:sz w:val="24"/>
          <w:szCs w:val="24"/>
        </w:rPr>
        <w:br/>
      </w:r>
      <w:r w:rsidR="006754E7" w:rsidRPr="00CC6FA7">
        <w:rPr>
          <w:b/>
          <w:sz w:val="24"/>
          <w:szCs w:val="24"/>
        </w:rPr>
        <w:t xml:space="preserve">    </w:t>
      </w:r>
      <w:r w:rsidR="00944D80" w:rsidRPr="00CC6FA7">
        <w:rPr>
          <w:sz w:val="24"/>
          <w:szCs w:val="24"/>
        </w:rPr>
        <w:t xml:space="preserve">Dr P. </w:t>
      </w:r>
      <w:proofErr w:type="spellStart"/>
      <w:r w:rsidR="00944D80" w:rsidRPr="00CC6FA7">
        <w:rPr>
          <w:sz w:val="24"/>
          <w:szCs w:val="24"/>
        </w:rPr>
        <w:t>Hertgen</w:t>
      </w:r>
      <w:proofErr w:type="spellEnd"/>
      <w:r w:rsidR="006754E7" w:rsidRPr="00CC6FA7">
        <w:rPr>
          <w:sz w:val="24"/>
          <w:szCs w:val="24"/>
        </w:rPr>
        <w:t>, SDIS 59</w:t>
      </w:r>
      <w:r w:rsidR="00944D80" w:rsidRPr="00CC6FA7">
        <w:rPr>
          <w:b/>
          <w:sz w:val="24"/>
          <w:szCs w:val="24"/>
        </w:rPr>
        <w:br/>
        <w:t xml:space="preserve">Organisation des soins et couloir d’extraction, place du SAMU, </w:t>
      </w:r>
      <w:r w:rsidRPr="00CC6FA7">
        <w:rPr>
          <w:b/>
          <w:sz w:val="24"/>
          <w:szCs w:val="24"/>
        </w:rPr>
        <w:br/>
      </w:r>
      <w:r w:rsidR="006754E7" w:rsidRPr="00CC6FA7">
        <w:rPr>
          <w:b/>
          <w:sz w:val="24"/>
          <w:szCs w:val="24"/>
        </w:rPr>
        <w:t xml:space="preserve">    </w:t>
      </w:r>
      <w:r w:rsidR="00944D80" w:rsidRPr="00CC6FA7">
        <w:rPr>
          <w:sz w:val="24"/>
          <w:szCs w:val="24"/>
        </w:rPr>
        <w:t>Pr</w:t>
      </w:r>
      <w:r w:rsidR="006754E7" w:rsidRPr="00CC6FA7">
        <w:rPr>
          <w:sz w:val="24"/>
          <w:szCs w:val="24"/>
        </w:rPr>
        <w:t xml:space="preserve"> B. Vivien</w:t>
      </w:r>
      <w:r w:rsidR="00944D80" w:rsidRPr="00CC6FA7">
        <w:rPr>
          <w:sz w:val="24"/>
          <w:szCs w:val="24"/>
        </w:rPr>
        <w:t>,</w:t>
      </w:r>
      <w:r w:rsidR="006754E7" w:rsidRPr="00CC6FA7">
        <w:rPr>
          <w:sz w:val="24"/>
          <w:szCs w:val="24"/>
        </w:rPr>
        <w:t xml:space="preserve"> </w:t>
      </w:r>
      <w:r w:rsidR="00944D80" w:rsidRPr="00CC6FA7">
        <w:rPr>
          <w:sz w:val="24"/>
          <w:szCs w:val="24"/>
        </w:rPr>
        <w:t>SAMU 75</w:t>
      </w:r>
    </w:p>
    <w:p w:rsidR="00CE1329" w:rsidRPr="00CE1329" w:rsidRDefault="009A4262" w:rsidP="00CE1329">
      <w:pPr>
        <w:suppressAutoHyphens w:val="0"/>
        <w:spacing w:after="200" w:line="276" w:lineRule="auto"/>
        <w:ind w:left="2832" w:firstLine="708"/>
        <w:contextualSpacing/>
        <w:rPr>
          <w:b/>
          <w:sz w:val="24"/>
          <w:szCs w:val="24"/>
        </w:rPr>
      </w:pPr>
      <w:r>
        <w:rPr>
          <w:b/>
          <w:sz w:val="24"/>
          <w:szCs w:val="24"/>
        </w:rPr>
        <w:t>10:15</w:t>
      </w:r>
      <w:r w:rsidR="006754E7">
        <w:rPr>
          <w:b/>
          <w:sz w:val="24"/>
          <w:szCs w:val="24"/>
        </w:rPr>
        <w:t xml:space="preserve"> </w:t>
      </w:r>
      <w:r w:rsidR="00CE1329" w:rsidRPr="00CE1329">
        <w:rPr>
          <w:b/>
          <w:sz w:val="24"/>
          <w:szCs w:val="24"/>
        </w:rPr>
        <w:t>Pause</w:t>
      </w:r>
    </w:p>
    <w:p w:rsidR="00944D80" w:rsidRPr="00CC6FA7" w:rsidRDefault="00CC6FA7" w:rsidP="00CC6FA7">
      <w:pPr>
        <w:suppressAutoHyphens w:val="0"/>
        <w:contextualSpacing/>
        <w:rPr>
          <w:i/>
          <w:sz w:val="24"/>
          <w:szCs w:val="24"/>
        </w:rPr>
      </w:pPr>
      <w:r>
        <w:rPr>
          <w:b/>
          <w:sz w:val="24"/>
          <w:szCs w:val="24"/>
        </w:rPr>
        <w:br/>
      </w:r>
      <w:r w:rsidR="009A4262">
        <w:rPr>
          <w:b/>
          <w:sz w:val="24"/>
          <w:szCs w:val="24"/>
        </w:rPr>
        <w:t>10:45</w:t>
      </w:r>
      <w:r w:rsidR="006754E7" w:rsidRPr="00CC6FA7">
        <w:rPr>
          <w:b/>
          <w:sz w:val="24"/>
          <w:szCs w:val="24"/>
        </w:rPr>
        <w:t xml:space="preserve"> - </w:t>
      </w:r>
      <w:r w:rsidR="00944D80" w:rsidRPr="00CC6FA7">
        <w:rPr>
          <w:b/>
          <w:sz w:val="24"/>
          <w:szCs w:val="24"/>
          <w:u w:val="single"/>
        </w:rPr>
        <w:t>Place et protection des médecins d’urgence</w:t>
      </w:r>
    </w:p>
    <w:p w:rsidR="00CE1329" w:rsidRPr="00CE1329" w:rsidRDefault="006754E7" w:rsidP="00CE1329">
      <w:pPr>
        <w:pStyle w:val="Paragraphedeliste"/>
        <w:suppressAutoHyphens w:val="0"/>
        <w:contextualSpacing/>
        <w:rPr>
          <w:i/>
          <w:sz w:val="24"/>
          <w:szCs w:val="24"/>
        </w:rPr>
      </w:pPr>
      <w:r>
        <w:rPr>
          <w:b/>
          <w:sz w:val="24"/>
          <w:szCs w:val="24"/>
        </w:rPr>
        <w:t>Président</w:t>
      </w:r>
      <w:r w:rsidR="002C3573">
        <w:rPr>
          <w:b/>
          <w:sz w:val="24"/>
          <w:szCs w:val="24"/>
        </w:rPr>
        <w:t>e</w:t>
      </w:r>
      <w:r>
        <w:rPr>
          <w:b/>
          <w:sz w:val="24"/>
          <w:szCs w:val="24"/>
        </w:rPr>
        <w:t xml:space="preserve"> : </w:t>
      </w:r>
      <w:r w:rsidR="009A4262" w:rsidRPr="009A4262">
        <w:rPr>
          <w:sz w:val="24"/>
          <w:szCs w:val="24"/>
        </w:rPr>
        <w:t xml:space="preserve">Dr C. </w:t>
      </w:r>
      <w:proofErr w:type="spellStart"/>
      <w:r w:rsidR="009A4262" w:rsidRPr="009A4262">
        <w:rPr>
          <w:sz w:val="24"/>
          <w:szCs w:val="24"/>
        </w:rPr>
        <w:t>Desfemmes</w:t>
      </w:r>
      <w:proofErr w:type="spellEnd"/>
      <w:r w:rsidR="009A4262" w:rsidRPr="009A4262">
        <w:rPr>
          <w:sz w:val="24"/>
          <w:szCs w:val="24"/>
        </w:rPr>
        <w:t>, SFMC</w:t>
      </w:r>
      <w:r w:rsidR="00CE1329">
        <w:rPr>
          <w:b/>
          <w:sz w:val="24"/>
          <w:szCs w:val="24"/>
        </w:rPr>
        <w:br/>
        <w:t>Modérateur</w:t>
      </w:r>
      <w:r>
        <w:rPr>
          <w:b/>
          <w:sz w:val="24"/>
          <w:szCs w:val="24"/>
        </w:rPr>
        <w:t xml:space="preserve"> : </w:t>
      </w:r>
      <w:r w:rsidR="00F60379" w:rsidRPr="00F60379">
        <w:rPr>
          <w:sz w:val="24"/>
          <w:szCs w:val="24"/>
        </w:rPr>
        <w:t>Mr le Préfet H. Masse</w:t>
      </w:r>
      <w:r w:rsidR="00076FD5">
        <w:rPr>
          <w:sz w:val="24"/>
          <w:szCs w:val="24"/>
        </w:rPr>
        <w:t>, SFMC</w:t>
      </w:r>
    </w:p>
    <w:p w:rsidR="00944D80" w:rsidRPr="00CE1329" w:rsidRDefault="00944D80" w:rsidP="00944D80">
      <w:pPr>
        <w:pStyle w:val="Paragraphedeliste"/>
        <w:rPr>
          <w:b/>
          <w:sz w:val="24"/>
          <w:szCs w:val="24"/>
        </w:rPr>
      </w:pPr>
      <w:r w:rsidRPr="00CE1329">
        <w:rPr>
          <w:b/>
          <w:sz w:val="24"/>
          <w:szCs w:val="24"/>
        </w:rPr>
        <w:t xml:space="preserve">Exemple du médecin militaire en opération, </w:t>
      </w:r>
      <w:r w:rsidR="00CE1329">
        <w:rPr>
          <w:b/>
          <w:sz w:val="24"/>
          <w:szCs w:val="24"/>
        </w:rPr>
        <w:br/>
      </w:r>
      <w:r w:rsidR="006754E7">
        <w:rPr>
          <w:sz w:val="24"/>
          <w:szCs w:val="24"/>
        </w:rPr>
        <w:t xml:space="preserve">    </w:t>
      </w:r>
      <w:r w:rsidRPr="00CE1329">
        <w:rPr>
          <w:sz w:val="24"/>
          <w:szCs w:val="24"/>
        </w:rPr>
        <w:t>Dr L. Aigle, SSA</w:t>
      </w:r>
    </w:p>
    <w:p w:rsidR="00CE1329" w:rsidRDefault="00944D80" w:rsidP="00CE1329">
      <w:pPr>
        <w:pStyle w:val="Paragraphedeliste"/>
        <w:rPr>
          <w:sz w:val="24"/>
          <w:szCs w:val="24"/>
        </w:rPr>
      </w:pPr>
      <w:r w:rsidRPr="00CE1329">
        <w:rPr>
          <w:b/>
          <w:sz w:val="24"/>
          <w:szCs w:val="24"/>
        </w:rPr>
        <w:t xml:space="preserve">Médecin de la BRI et tuerie de masse, </w:t>
      </w:r>
      <w:r w:rsidR="00CE1329">
        <w:rPr>
          <w:b/>
          <w:sz w:val="24"/>
          <w:szCs w:val="24"/>
        </w:rPr>
        <w:br/>
      </w:r>
      <w:r w:rsidR="006754E7">
        <w:rPr>
          <w:sz w:val="24"/>
          <w:szCs w:val="24"/>
        </w:rPr>
        <w:t xml:space="preserve">    </w:t>
      </w:r>
      <w:r w:rsidRPr="00CE1329">
        <w:rPr>
          <w:sz w:val="24"/>
          <w:szCs w:val="24"/>
        </w:rPr>
        <w:t xml:space="preserve">Dr </w:t>
      </w:r>
      <w:proofErr w:type="spellStart"/>
      <w:r w:rsidRPr="00CE1329">
        <w:rPr>
          <w:sz w:val="24"/>
          <w:szCs w:val="24"/>
        </w:rPr>
        <w:t>Calamai</w:t>
      </w:r>
      <w:proofErr w:type="spellEnd"/>
      <w:r w:rsidR="006754E7">
        <w:rPr>
          <w:sz w:val="24"/>
          <w:szCs w:val="24"/>
        </w:rPr>
        <w:t>,</w:t>
      </w:r>
      <w:r w:rsidRPr="00CE1329">
        <w:rPr>
          <w:sz w:val="24"/>
          <w:szCs w:val="24"/>
        </w:rPr>
        <w:t xml:space="preserve"> BRI-BSPP</w:t>
      </w:r>
      <w:r w:rsidR="006754E7">
        <w:rPr>
          <w:b/>
          <w:sz w:val="24"/>
          <w:szCs w:val="24"/>
        </w:rPr>
        <w:t xml:space="preserve">, </w:t>
      </w:r>
      <w:r w:rsidR="006754E7" w:rsidRPr="006754E7">
        <w:rPr>
          <w:sz w:val="24"/>
          <w:szCs w:val="24"/>
        </w:rPr>
        <w:t>Paris</w:t>
      </w:r>
      <w:r w:rsidR="006754E7">
        <w:rPr>
          <w:b/>
          <w:sz w:val="24"/>
          <w:szCs w:val="24"/>
        </w:rPr>
        <w:br/>
        <w:t>Principe de médicalisation,</w:t>
      </w:r>
      <w:r w:rsidR="00CE1329">
        <w:rPr>
          <w:b/>
          <w:sz w:val="24"/>
          <w:szCs w:val="24"/>
        </w:rPr>
        <w:br/>
      </w:r>
      <w:r w:rsidR="006754E7">
        <w:rPr>
          <w:sz w:val="24"/>
          <w:szCs w:val="24"/>
        </w:rPr>
        <w:t xml:space="preserve">    </w:t>
      </w:r>
      <w:r w:rsidRPr="00CE1329">
        <w:rPr>
          <w:sz w:val="24"/>
          <w:szCs w:val="24"/>
        </w:rPr>
        <w:t xml:space="preserve">Dr R-C. Boutiller du </w:t>
      </w:r>
      <w:proofErr w:type="spellStart"/>
      <w:r w:rsidRPr="00CE1329">
        <w:rPr>
          <w:sz w:val="24"/>
          <w:szCs w:val="24"/>
        </w:rPr>
        <w:t>Retail</w:t>
      </w:r>
      <w:proofErr w:type="spellEnd"/>
      <w:r w:rsidRPr="00CE1329">
        <w:rPr>
          <w:sz w:val="24"/>
          <w:szCs w:val="24"/>
        </w:rPr>
        <w:t xml:space="preserve">, GIGN  </w:t>
      </w:r>
      <w:r w:rsidRPr="00CE1329">
        <w:rPr>
          <w:sz w:val="24"/>
          <w:szCs w:val="24"/>
        </w:rPr>
        <w:br/>
      </w:r>
      <w:r w:rsidRPr="00CE1329">
        <w:rPr>
          <w:b/>
          <w:sz w:val="24"/>
          <w:szCs w:val="24"/>
        </w:rPr>
        <w:t>Doctrine m</w:t>
      </w:r>
      <w:r w:rsidR="006754E7">
        <w:rPr>
          <w:b/>
          <w:sz w:val="24"/>
          <w:szCs w:val="24"/>
        </w:rPr>
        <w:t>édicale d’intervention par une a</w:t>
      </w:r>
      <w:r w:rsidRPr="00CE1329">
        <w:rPr>
          <w:b/>
          <w:sz w:val="24"/>
          <w:szCs w:val="24"/>
        </w:rPr>
        <w:t xml:space="preserve">ntenne RAID, </w:t>
      </w:r>
      <w:r w:rsidR="00CE1329">
        <w:rPr>
          <w:b/>
          <w:sz w:val="24"/>
          <w:szCs w:val="24"/>
        </w:rPr>
        <w:br/>
      </w:r>
      <w:r w:rsidR="006754E7">
        <w:rPr>
          <w:sz w:val="24"/>
          <w:szCs w:val="24"/>
        </w:rPr>
        <w:t xml:space="preserve">    </w:t>
      </w:r>
      <w:r w:rsidRPr="00CE1329">
        <w:rPr>
          <w:sz w:val="24"/>
          <w:szCs w:val="24"/>
        </w:rPr>
        <w:t xml:space="preserve">F. </w:t>
      </w:r>
      <w:proofErr w:type="spellStart"/>
      <w:r w:rsidRPr="00CE1329">
        <w:rPr>
          <w:sz w:val="24"/>
          <w:szCs w:val="24"/>
        </w:rPr>
        <w:t>Trabold</w:t>
      </w:r>
      <w:proofErr w:type="spellEnd"/>
      <w:r w:rsidRPr="00CE1329">
        <w:rPr>
          <w:sz w:val="24"/>
          <w:szCs w:val="24"/>
        </w:rPr>
        <w:t xml:space="preserve">, </w:t>
      </w:r>
      <w:r w:rsidR="006754E7">
        <w:rPr>
          <w:sz w:val="24"/>
          <w:szCs w:val="24"/>
        </w:rPr>
        <w:t xml:space="preserve">RAID, </w:t>
      </w:r>
      <w:r w:rsidRPr="00CE1329">
        <w:rPr>
          <w:sz w:val="24"/>
          <w:szCs w:val="24"/>
        </w:rPr>
        <w:t>Strasbourg</w:t>
      </w:r>
    </w:p>
    <w:p w:rsidR="006754E7" w:rsidRDefault="006754E7" w:rsidP="00CE1329">
      <w:pPr>
        <w:pStyle w:val="Paragraphedeliste"/>
        <w:rPr>
          <w:sz w:val="24"/>
          <w:szCs w:val="24"/>
        </w:rPr>
      </w:pPr>
    </w:p>
    <w:p w:rsidR="00CE1329" w:rsidRPr="00CE1329" w:rsidRDefault="00FA608D" w:rsidP="00456F51">
      <w:pPr>
        <w:pStyle w:val="Paragraphedeliste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12</w:t>
      </w:r>
      <w:r w:rsidR="006754E7">
        <w:rPr>
          <w:b/>
          <w:sz w:val="24"/>
          <w:szCs w:val="24"/>
        </w:rPr>
        <w:t>:</w:t>
      </w:r>
      <w:r>
        <w:rPr>
          <w:b/>
          <w:sz w:val="24"/>
          <w:szCs w:val="24"/>
        </w:rPr>
        <w:t>00</w:t>
      </w:r>
      <w:r w:rsidR="006754E7">
        <w:rPr>
          <w:b/>
          <w:sz w:val="24"/>
          <w:szCs w:val="24"/>
        </w:rPr>
        <w:t xml:space="preserve"> </w:t>
      </w:r>
      <w:r w:rsidR="00CC6FA7">
        <w:rPr>
          <w:b/>
          <w:sz w:val="24"/>
          <w:szCs w:val="24"/>
        </w:rPr>
        <w:t xml:space="preserve">- </w:t>
      </w:r>
      <w:r w:rsidR="006754E7">
        <w:rPr>
          <w:b/>
          <w:sz w:val="24"/>
          <w:szCs w:val="24"/>
        </w:rPr>
        <w:t>Collation – Assemblée générale de la SFMC</w:t>
      </w:r>
    </w:p>
    <w:p w:rsidR="00944D80" w:rsidRDefault="00CC6FA7" w:rsidP="00944D80">
      <w:pPr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14:00 - </w:t>
      </w:r>
      <w:r w:rsidR="00944D80" w:rsidRPr="006754E7">
        <w:rPr>
          <w:b/>
          <w:sz w:val="24"/>
          <w:szCs w:val="24"/>
          <w:u w:val="single"/>
        </w:rPr>
        <w:t xml:space="preserve">CYCLONE </w:t>
      </w:r>
      <w:r w:rsidR="00944D80" w:rsidRPr="00CE1329">
        <w:rPr>
          <w:b/>
          <w:i/>
          <w:sz w:val="24"/>
          <w:szCs w:val="24"/>
          <w:u w:val="single"/>
        </w:rPr>
        <w:t xml:space="preserve"> </w:t>
      </w:r>
      <w:r w:rsidR="00944D80" w:rsidRPr="00CE1329">
        <w:rPr>
          <w:b/>
          <w:sz w:val="24"/>
          <w:szCs w:val="24"/>
          <w:u w:val="single"/>
        </w:rPr>
        <w:t>IRMA</w:t>
      </w:r>
      <w:r w:rsidR="00944D80" w:rsidRPr="00CE1329">
        <w:rPr>
          <w:b/>
          <w:sz w:val="24"/>
          <w:szCs w:val="24"/>
        </w:rPr>
        <w:t xml:space="preserve"> </w:t>
      </w:r>
    </w:p>
    <w:p w:rsidR="00CC6FA7" w:rsidRPr="00CE1329" w:rsidRDefault="00CC6FA7" w:rsidP="00944D80">
      <w:pPr>
        <w:rPr>
          <w:b/>
          <w:i/>
          <w:sz w:val="24"/>
          <w:szCs w:val="24"/>
        </w:rPr>
      </w:pPr>
    </w:p>
    <w:p w:rsidR="00944D80" w:rsidRPr="00CE1329" w:rsidRDefault="00944D80" w:rsidP="00CC6FA7">
      <w:pPr>
        <w:ind w:left="708"/>
        <w:rPr>
          <w:b/>
          <w:i/>
          <w:sz w:val="24"/>
          <w:szCs w:val="24"/>
        </w:rPr>
      </w:pPr>
      <w:r w:rsidRPr="00CE1329">
        <w:rPr>
          <w:b/>
          <w:sz w:val="24"/>
          <w:szCs w:val="24"/>
        </w:rPr>
        <w:t xml:space="preserve">Introduction : Le Directeur Général de la Santé à St Martin, </w:t>
      </w:r>
      <w:r w:rsidR="00CC6FA7">
        <w:rPr>
          <w:b/>
          <w:sz w:val="24"/>
          <w:szCs w:val="24"/>
        </w:rPr>
        <w:br/>
        <w:t xml:space="preserve">    </w:t>
      </w:r>
      <w:r w:rsidRPr="00CC6FA7">
        <w:rPr>
          <w:sz w:val="24"/>
          <w:szCs w:val="24"/>
        </w:rPr>
        <w:t>Pr B</w:t>
      </w:r>
      <w:r w:rsidR="00A32208">
        <w:rPr>
          <w:sz w:val="24"/>
          <w:szCs w:val="24"/>
        </w:rPr>
        <w:t>.</w:t>
      </w:r>
      <w:r w:rsidRPr="00CC6FA7">
        <w:rPr>
          <w:sz w:val="24"/>
          <w:szCs w:val="24"/>
        </w:rPr>
        <w:t xml:space="preserve"> Vallet</w:t>
      </w:r>
      <w:r w:rsidR="005078C2">
        <w:rPr>
          <w:sz w:val="24"/>
          <w:szCs w:val="24"/>
        </w:rPr>
        <w:t>,</w:t>
      </w:r>
      <w:r w:rsidRPr="00CC6FA7">
        <w:rPr>
          <w:sz w:val="24"/>
          <w:szCs w:val="24"/>
        </w:rPr>
        <w:t xml:space="preserve"> DGS</w:t>
      </w:r>
      <w:proofErr w:type="gramStart"/>
      <w:r w:rsidR="001B19DD">
        <w:rPr>
          <w:sz w:val="24"/>
          <w:szCs w:val="24"/>
        </w:rPr>
        <w:t>,</w:t>
      </w:r>
      <w:proofErr w:type="gramEnd"/>
      <w:r w:rsidRPr="00CE1329">
        <w:rPr>
          <w:b/>
          <w:i/>
          <w:sz w:val="24"/>
          <w:szCs w:val="24"/>
        </w:rPr>
        <w:br/>
      </w:r>
      <w:r w:rsidRPr="00CC6FA7">
        <w:rPr>
          <w:b/>
          <w:sz w:val="24"/>
          <w:szCs w:val="24"/>
        </w:rPr>
        <w:t xml:space="preserve">La saison cyclonique caraïbe, le cyclone Irma, </w:t>
      </w:r>
      <w:r w:rsidR="00CC6FA7">
        <w:rPr>
          <w:b/>
          <w:sz w:val="24"/>
          <w:szCs w:val="24"/>
        </w:rPr>
        <w:br/>
        <w:t xml:space="preserve">    </w:t>
      </w:r>
      <w:r w:rsidRPr="00CC6FA7">
        <w:rPr>
          <w:sz w:val="24"/>
          <w:szCs w:val="24"/>
        </w:rPr>
        <w:t>Mr J-N De Grace, Météorologie nationale</w:t>
      </w:r>
      <w:r w:rsidR="001B19DD">
        <w:rPr>
          <w:sz w:val="24"/>
          <w:szCs w:val="24"/>
        </w:rPr>
        <w:t>.</w:t>
      </w:r>
    </w:p>
    <w:p w:rsidR="00CC6FA7" w:rsidRDefault="00CC6FA7" w:rsidP="00CC6FA7">
      <w:pPr>
        <w:suppressAutoHyphens w:val="0"/>
        <w:spacing w:after="200" w:line="276" w:lineRule="auto"/>
        <w:contextualSpacing/>
        <w:rPr>
          <w:b/>
          <w:i/>
          <w:sz w:val="24"/>
          <w:szCs w:val="24"/>
        </w:rPr>
      </w:pPr>
    </w:p>
    <w:p w:rsidR="00CC6FA7" w:rsidRDefault="00CC6FA7" w:rsidP="00CC6FA7">
      <w:pPr>
        <w:suppressAutoHyphens w:val="0"/>
        <w:spacing w:after="200" w:line="276" w:lineRule="auto"/>
        <w:contextualSpacing/>
        <w:rPr>
          <w:b/>
          <w:sz w:val="24"/>
          <w:szCs w:val="24"/>
          <w:u w:val="single"/>
        </w:rPr>
      </w:pPr>
      <w:r w:rsidRPr="00CC6FA7">
        <w:rPr>
          <w:b/>
          <w:sz w:val="24"/>
          <w:szCs w:val="24"/>
        </w:rPr>
        <w:t>14:</w:t>
      </w:r>
      <w:r w:rsidR="005078C2">
        <w:rPr>
          <w:b/>
          <w:sz w:val="24"/>
          <w:szCs w:val="24"/>
        </w:rPr>
        <w:t>45</w:t>
      </w:r>
      <w:r w:rsidRPr="00CC6FA7">
        <w:rPr>
          <w:b/>
          <w:sz w:val="24"/>
          <w:szCs w:val="24"/>
        </w:rPr>
        <w:t xml:space="preserve"> </w:t>
      </w:r>
      <w:r w:rsidR="00944D80" w:rsidRPr="00CC6FA7">
        <w:rPr>
          <w:b/>
          <w:sz w:val="24"/>
          <w:szCs w:val="24"/>
          <w:u w:val="single"/>
        </w:rPr>
        <w:t>Organisation des secours :</w:t>
      </w:r>
    </w:p>
    <w:p w:rsidR="00944D80" w:rsidRPr="00CC6FA7" w:rsidRDefault="00CC6FA7" w:rsidP="00CC6FA7">
      <w:pPr>
        <w:suppressAutoHyphens w:val="0"/>
        <w:spacing w:after="200" w:line="276" w:lineRule="auto"/>
        <w:ind w:left="708"/>
        <w:contextualSpacing/>
        <w:rPr>
          <w:b/>
          <w:sz w:val="24"/>
          <w:szCs w:val="24"/>
          <w:u w:val="single"/>
        </w:rPr>
      </w:pPr>
      <w:r w:rsidRPr="00CC6FA7">
        <w:rPr>
          <w:b/>
          <w:sz w:val="24"/>
          <w:szCs w:val="24"/>
        </w:rPr>
        <w:t>Président :</w:t>
      </w:r>
      <w:r w:rsidR="00F60379">
        <w:rPr>
          <w:b/>
          <w:sz w:val="24"/>
          <w:szCs w:val="24"/>
        </w:rPr>
        <w:t xml:space="preserve"> </w:t>
      </w:r>
      <w:r w:rsidR="00F60379" w:rsidRPr="00F60379">
        <w:rPr>
          <w:sz w:val="24"/>
          <w:szCs w:val="24"/>
        </w:rPr>
        <w:t>Pr J-P Auffray</w:t>
      </w:r>
      <w:r w:rsidR="00F60379">
        <w:rPr>
          <w:b/>
          <w:sz w:val="24"/>
          <w:szCs w:val="24"/>
        </w:rPr>
        <w:t xml:space="preserve">, </w:t>
      </w:r>
      <w:r w:rsidR="00F60379" w:rsidRPr="00F60379">
        <w:rPr>
          <w:sz w:val="24"/>
          <w:szCs w:val="24"/>
        </w:rPr>
        <w:t>SFMC</w:t>
      </w:r>
      <w:r w:rsidRPr="00CC6FA7">
        <w:rPr>
          <w:b/>
          <w:sz w:val="24"/>
          <w:szCs w:val="24"/>
        </w:rPr>
        <w:br/>
        <w:t>Modérateur :</w:t>
      </w:r>
      <w:r w:rsidRPr="00F60379">
        <w:rPr>
          <w:sz w:val="24"/>
          <w:szCs w:val="24"/>
        </w:rPr>
        <w:t xml:space="preserve"> </w:t>
      </w:r>
      <w:r w:rsidR="005E5B2C">
        <w:rPr>
          <w:sz w:val="24"/>
          <w:szCs w:val="24"/>
        </w:rPr>
        <w:t xml:space="preserve">Contrôleur </w:t>
      </w:r>
      <w:proofErr w:type="spellStart"/>
      <w:r w:rsidR="005E5B2C">
        <w:rPr>
          <w:sz w:val="24"/>
          <w:szCs w:val="24"/>
        </w:rPr>
        <w:t>Gl</w:t>
      </w:r>
      <w:proofErr w:type="spellEnd"/>
      <w:r w:rsidR="00A32208">
        <w:rPr>
          <w:sz w:val="24"/>
          <w:szCs w:val="24"/>
        </w:rPr>
        <w:t xml:space="preserve"> G.</w:t>
      </w:r>
      <w:r w:rsidR="00F60379" w:rsidRPr="00F60379">
        <w:rPr>
          <w:sz w:val="24"/>
          <w:szCs w:val="24"/>
        </w:rPr>
        <w:t xml:space="preserve"> </w:t>
      </w:r>
      <w:proofErr w:type="spellStart"/>
      <w:r w:rsidR="00F60379" w:rsidRPr="00F60379">
        <w:rPr>
          <w:sz w:val="24"/>
          <w:szCs w:val="24"/>
        </w:rPr>
        <w:t>Bazir</w:t>
      </w:r>
      <w:proofErr w:type="spellEnd"/>
      <w:r w:rsidR="00F60379" w:rsidRPr="00F60379">
        <w:rPr>
          <w:sz w:val="24"/>
          <w:szCs w:val="24"/>
        </w:rPr>
        <w:t>, SDIS 971</w:t>
      </w:r>
      <w:proofErr w:type="gramStart"/>
      <w:r w:rsidR="001B19DD">
        <w:rPr>
          <w:sz w:val="24"/>
          <w:szCs w:val="24"/>
        </w:rPr>
        <w:t>,</w:t>
      </w:r>
      <w:proofErr w:type="gramEnd"/>
      <w:r w:rsidR="00944D80" w:rsidRPr="00CC6FA7">
        <w:rPr>
          <w:b/>
          <w:sz w:val="24"/>
          <w:szCs w:val="24"/>
        </w:rPr>
        <w:br/>
        <w:t>Direction médicale des se</w:t>
      </w:r>
      <w:r w:rsidR="00FA608D">
        <w:rPr>
          <w:b/>
          <w:sz w:val="24"/>
          <w:szCs w:val="24"/>
        </w:rPr>
        <w:t>cours pour c</w:t>
      </w:r>
      <w:r w:rsidR="00F27E8E">
        <w:rPr>
          <w:b/>
          <w:sz w:val="24"/>
          <w:szCs w:val="24"/>
        </w:rPr>
        <w:t>yclone destructeur,</w:t>
      </w:r>
      <w:r w:rsidR="00944D80" w:rsidRPr="00CC6FA7">
        <w:rPr>
          <w:b/>
          <w:sz w:val="24"/>
          <w:szCs w:val="24"/>
        </w:rPr>
        <w:t xml:space="preserve"> </w:t>
      </w:r>
      <w:r w:rsidRPr="00CC6FA7">
        <w:rPr>
          <w:b/>
          <w:sz w:val="24"/>
          <w:szCs w:val="24"/>
        </w:rPr>
        <w:br/>
      </w:r>
      <w:r>
        <w:rPr>
          <w:sz w:val="24"/>
          <w:szCs w:val="24"/>
        </w:rPr>
        <w:t xml:space="preserve">    </w:t>
      </w:r>
      <w:r w:rsidR="00944D80" w:rsidRPr="00CC6FA7">
        <w:rPr>
          <w:sz w:val="24"/>
          <w:szCs w:val="24"/>
        </w:rPr>
        <w:t xml:space="preserve">Dr S. </w:t>
      </w:r>
      <w:proofErr w:type="spellStart"/>
      <w:r w:rsidR="00944D80" w:rsidRPr="00CC6FA7">
        <w:rPr>
          <w:sz w:val="24"/>
          <w:szCs w:val="24"/>
        </w:rPr>
        <w:t>Albarello</w:t>
      </w:r>
      <w:proofErr w:type="spellEnd"/>
      <w:r w:rsidR="00944D80" w:rsidRPr="00CC6FA7">
        <w:rPr>
          <w:sz w:val="24"/>
          <w:szCs w:val="24"/>
        </w:rPr>
        <w:t>, DGSCGC</w:t>
      </w:r>
      <w:r w:rsidR="001B19DD">
        <w:rPr>
          <w:sz w:val="24"/>
          <w:szCs w:val="24"/>
        </w:rPr>
        <w:t>,</w:t>
      </w:r>
      <w:r w:rsidR="00944D80" w:rsidRPr="00CC6FA7">
        <w:rPr>
          <w:b/>
          <w:sz w:val="24"/>
          <w:szCs w:val="24"/>
        </w:rPr>
        <w:tab/>
      </w:r>
      <w:r w:rsidR="00944D80" w:rsidRPr="00CC6FA7">
        <w:rPr>
          <w:b/>
          <w:sz w:val="24"/>
          <w:szCs w:val="24"/>
        </w:rPr>
        <w:br/>
        <w:t xml:space="preserve">DSM à St Martin : </w:t>
      </w:r>
      <w:r w:rsidRPr="00CC6FA7">
        <w:rPr>
          <w:b/>
          <w:sz w:val="24"/>
          <w:szCs w:val="24"/>
        </w:rPr>
        <w:br/>
        <w:t xml:space="preserve">    </w:t>
      </w:r>
      <w:r w:rsidR="00944D80" w:rsidRPr="00CC6FA7">
        <w:rPr>
          <w:sz w:val="24"/>
          <w:szCs w:val="24"/>
        </w:rPr>
        <w:t>Dr L. Durand, SDIS 971</w:t>
      </w:r>
      <w:r w:rsidR="001B19DD">
        <w:rPr>
          <w:sz w:val="24"/>
          <w:szCs w:val="24"/>
        </w:rPr>
        <w:t>,</w:t>
      </w:r>
      <w:r w:rsidR="00944D80" w:rsidRPr="00CC6FA7">
        <w:rPr>
          <w:sz w:val="24"/>
          <w:szCs w:val="24"/>
        </w:rPr>
        <w:t xml:space="preserve">  </w:t>
      </w:r>
      <w:r w:rsidR="00944D80" w:rsidRPr="00CC6FA7">
        <w:rPr>
          <w:b/>
          <w:i/>
          <w:sz w:val="24"/>
          <w:szCs w:val="24"/>
        </w:rPr>
        <w:br/>
      </w:r>
      <w:r w:rsidR="00FA608D">
        <w:rPr>
          <w:b/>
          <w:sz w:val="24"/>
          <w:szCs w:val="24"/>
        </w:rPr>
        <w:t>Situation épidémiologique post cyclonique</w:t>
      </w:r>
      <w:r w:rsidR="00944D80" w:rsidRPr="00CC6FA7">
        <w:rPr>
          <w:b/>
          <w:sz w:val="24"/>
          <w:szCs w:val="24"/>
        </w:rPr>
        <w:t xml:space="preserve">, </w:t>
      </w:r>
      <w:r w:rsidRPr="00CC6FA7">
        <w:rPr>
          <w:b/>
          <w:sz w:val="24"/>
          <w:szCs w:val="24"/>
        </w:rPr>
        <w:br/>
        <w:t xml:space="preserve">    </w:t>
      </w:r>
      <w:r w:rsidR="00944D80" w:rsidRPr="00CC6FA7">
        <w:rPr>
          <w:sz w:val="24"/>
          <w:szCs w:val="24"/>
        </w:rPr>
        <w:t>Dr Marie-Aude Creach, SSA</w:t>
      </w:r>
      <w:r w:rsidR="001B19DD">
        <w:rPr>
          <w:sz w:val="24"/>
          <w:szCs w:val="24"/>
        </w:rPr>
        <w:t>.</w:t>
      </w:r>
    </w:p>
    <w:p w:rsidR="00CC6FA7" w:rsidRDefault="00CC6FA7" w:rsidP="00CC6FA7">
      <w:pPr>
        <w:suppressAutoHyphens w:val="0"/>
        <w:spacing w:after="200" w:line="276" w:lineRule="auto"/>
        <w:contextualSpacing/>
        <w:rPr>
          <w:sz w:val="24"/>
          <w:szCs w:val="24"/>
        </w:rPr>
      </w:pPr>
    </w:p>
    <w:p w:rsidR="00CC6FA7" w:rsidRPr="00CC6FA7" w:rsidRDefault="005078C2" w:rsidP="00CC6FA7">
      <w:pPr>
        <w:suppressAutoHyphens w:val="0"/>
        <w:spacing w:after="200" w:line="276" w:lineRule="auto"/>
        <w:contextualSpacing/>
        <w:jc w:val="center"/>
        <w:rPr>
          <w:b/>
          <w:i/>
          <w:sz w:val="24"/>
          <w:szCs w:val="24"/>
        </w:rPr>
      </w:pPr>
      <w:r>
        <w:rPr>
          <w:b/>
          <w:sz w:val="24"/>
          <w:szCs w:val="24"/>
        </w:rPr>
        <w:t>15</w:t>
      </w:r>
      <w:r w:rsidR="00F60379">
        <w:rPr>
          <w:b/>
          <w:sz w:val="24"/>
          <w:szCs w:val="24"/>
        </w:rPr>
        <w:t>:</w:t>
      </w:r>
      <w:r>
        <w:rPr>
          <w:b/>
          <w:sz w:val="24"/>
          <w:szCs w:val="24"/>
        </w:rPr>
        <w:t>15</w:t>
      </w:r>
      <w:r w:rsidR="00F60379">
        <w:rPr>
          <w:b/>
          <w:sz w:val="24"/>
          <w:szCs w:val="24"/>
        </w:rPr>
        <w:t xml:space="preserve"> </w:t>
      </w:r>
      <w:r w:rsidR="00CC6FA7" w:rsidRPr="00CC6FA7">
        <w:rPr>
          <w:b/>
          <w:sz w:val="24"/>
          <w:szCs w:val="24"/>
        </w:rPr>
        <w:t>Pause</w:t>
      </w:r>
      <w:r w:rsidR="00F60379">
        <w:rPr>
          <w:b/>
          <w:sz w:val="24"/>
          <w:szCs w:val="24"/>
        </w:rPr>
        <w:br/>
      </w:r>
    </w:p>
    <w:p w:rsidR="00CC6FA7" w:rsidRPr="00CC6FA7" w:rsidRDefault="00CC6FA7" w:rsidP="00CC6FA7">
      <w:pPr>
        <w:suppressAutoHyphens w:val="0"/>
        <w:spacing w:after="200" w:line="276" w:lineRule="auto"/>
        <w:contextualSpacing/>
        <w:rPr>
          <w:b/>
          <w:sz w:val="24"/>
          <w:szCs w:val="24"/>
        </w:rPr>
      </w:pPr>
      <w:r w:rsidRPr="00CC6FA7">
        <w:rPr>
          <w:b/>
          <w:sz w:val="24"/>
          <w:szCs w:val="24"/>
        </w:rPr>
        <w:t>15:</w:t>
      </w:r>
      <w:r w:rsidR="005078C2">
        <w:rPr>
          <w:b/>
          <w:sz w:val="24"/>
          <w:szCs w:val="24"/>
        </w:rPr>
        <w:t>45</w:t>
      </w:r>
      <w:r w:rsidRPr="00CC6FA7">
        <w:rPr>
          <w:b/>
          <w:sz w:val="24"/>
          <w:szCs w:val="24"/>
        </w:rPr>
        <w:t xml:space="preserve"> </w:t>
      </w:r>
      <w:r w:rsidR="00944D80" w:rsidRPr="00CC6FA7">
        <w:rPr>
          <w:b/>
          <w:sz w:val="24"/>
          <w:szCs w:val="24"/>
          <w:u w:val="single"/>
        </w:rPr>
        <w:t xml:space="preserve">L’engagement </w:t>
      </w:r>
    </w:p>
    <w:p w:rsidR="00F60379" w:rsidRPr="00F60379" w:rsidRDefault="00F60379" w:rsidP="00F60379">
      <w:pPr>
        <w:suppressAutoHyphens w:val="0"/>
        <w:spacing w:after="200" w:line="276" w:lineRule="auto"/>
        <w:ind w:left="708"/>
        <w:contextualSpacing/>
        <w:rPr>
          <w:b/>
          <w:sz w:val="24"/>
          <w:szCs w:val="24"/>
        </w:rPr>
      </w:pPr>
      <w:r w:rsidRPr="00F60379">
        <w:rPr>
          <w:b/>
          <w:sz w:val="24"/>
          <w:szCs w:val="24"/>
        </w:rPr>
        <w:t>Président</w:t>
      </w:r>
      <w:r w:rsidR="002C3573">
        <w:rPr>
          <w:b/>
          <w:sz w:val="24"/>
          <w:szCs w:val="24"/>
        </w:rPr>
        <w:t>e</w:t>
      </w:r>
      <w:r w:rsidRPr="00F60379">
        <w:rPr>
          <w:b/>
          <w:sz w:val="24"/>
          <w:szCs w:val="24"/>
        </w:rPr>
        <w:t> :</w:t>
      </w:r>
      <w:r>
        <w:rPr>
          <w:b/>
          <w:sz w:val="24"/>
          <w:szCs w:val="24"/>
        </w:rPr>
        <w:t xml:space="preserve"> </w:t>
      </w:r>
      <w:r w:rsidR="00F27E8E" w:rsidRPr="00076FD5">
        <w:rPr>
          <w:sz w:val="24"/>
          <w:szCs w:val="24"/>
        </w:rPr>
        <w:t>Mme Nicole Pelletier</w:t>
      </w:r>
      <w:r w:rsidR="005E5B2C" w:rsidRPr="00076FD5">
        <w:rPr>
          <w:sz w:val="24"/>
          <w:szCs w:val="24"/>
        </w:rPr>
        <w:t>, Direct</w:t>
      </w:r>
      <w:r w:rsidR="00076FD5" w:rsidRPr="00076FD5">
        <w:rPr>
          <w:sz w:val="24"/>
          <w:szCs w:val="24"/>
        </w:rPr>
        <w:t xml:space="preserve">rice </w:t>
      </w:r>
      <w:r w:rsidR="00F27E8E" w:rsidRPr="00076FD5">
        <w:rPr>
          <w:sz w:val="24"/>
          <w:szCs w:val="24"/>
        </w:rPr>
        <w:t>alerte et crise,</w:t>
      </w:r>
      <w:r w:rsidR="005E5B2C" w:rsidRPr="00076FD5">
        <w:rPr>
          <w:sz w:val="24"/>
          <w:szCs w:val="24"/>
        </w:rPr>
        <w:t xml:space="preserve"> SPF</w:t>
      </w:r>
      <w:r w:rsidRPr="00F60379">
        <w:rPr>
          <w:b/>
          <w:sz w:val="24"/>
          <w:szCs w:val="24"/>
        </w:rPr>
        <w:br/>
        <w:t>Modérateur :</w:t>
      </w:r>
      <w:r>
        <w:rPr>
          <w:b/>
          <w:sz w:val="24"/>
          <w:szCs w:val="24"/>
        </w:rPr>
        <w:t xml:space="preserve"> </w:t>
      </w:r>
      <w:r w:rsidRPr="00F60379">
        <w:rPr>
          <w:sz w:val="24"/>
          <w:szCs w:val="24"/>
        </w:rPr>
        <w:t>Dr P</w:t>
      </w:r>
      <w:r w:rsidR="00A32208">
        <w:rPr>
          <w:sz w:val="24"/>
          <w:szCs w:val="24"/>
        </w:rPr>
        <w:t>.</w:t>
      </w:r>
      <w:r w:rsidR="001B19DD">
        <w:rPr>
          <w:sz w:val="24"/>
          <w:szCs w:val="24"/>
        </w:rPr>
        <w:t xml:space="preserve"> </w:t>
      </w:r>
      <w:proofErr w:type="spellStart"/>
      <w:r w:rsidR="001B19DD">
        <w:rPr>
          <w:sz w:val="24"/>
          <w:szCs w:val="24"/>
        </w:rPr>
        <w:t>Portecop</w:t>
      </w:r>
      <w:proofErr w:type="spellEnd"/>
      <w:r w:rsidR="001B19DD">
        <w:rPr>
          <w:sz w:val="24"/>
          <w:szCs w:val="24"/>
        </w:rPr>
        <w:t>, SAMU 971,</w:t>
      </w:r>
      <w:r w:rsidR="00076FD5">
        <w:rPr>
          <w:sz w:val="24"/>
          <w:szCs w:val="24"/>
        </w:rPr>
        <w:t xml:space="preserve"> SFMC</w:t>
      </w:r>
      <w:r w:rsidR="00944D80" w:rsidRPr="00F60379">
        <w:rPr>
          <w:b/>
          <w:sz w:val="24"/>
          <w:szCs w:val="24"/>
        </w:rPr>
        <w:br/>
        <w:t xml:space="preserve">L’hôpital de St Martin, premières heures après le cyclone, </w:t>
      </w:r>
      <w:r w:rsidR="00CC6FA7" w:rsidRPr="00F60379">
        <w:rPr>
          <w:b/>
          <w:sz w:val="24"/>
          <w:szCs w:val="24"/>
        </w:rPr>
        <w:br/>
        <w:t xml:space="preserve">    </w:t>
      </w:r>
      <w:r w:rsidR="00944D80" w:rsidRPr="00F60379">
        <w:rPr>
          <w:sz w:val="24"/>
          <w:szCs w:val="24"/>
        </w:rPr>
        <w:t xml:space="preserve">Dr PM </w:t>
      </w:r>
      <w:proofErr w:type="spellStart"/>
      <w:r w:rsidR="00944D80" w:rsidRPr="00F60379">
        <w:rPr>
          <w:sz w:val="24"/>
          <w:szCs w:val="24"/>
        </w:rPr>
        <w:t>Linet</w:t>
      </w:r>
      <w:proofErr w:type="spellEnd"/>
      <w:r w:rsidR="00944D80" w:rsidRPr="00F60379">
        <w:rPr>
          <w:sz w:val="24"/>
          <w:szCs w:val="24"/>
        </w:rPr>
        <w:t xml:space="preserve">, </w:t>
      </w:r>
      <w:proofErr w:type="spellStart"/>
      <w:r w:rsidR="00944D80" w:rsidRPr="00F60379">
        <w:rPr>
          <w:sz w:val="24"/>
          <w:szCs w:val="24"/>
        </w:rPr>
        <w:t>Hpl</w:t>
      </w:r>
      <w:proofErr w:type="spellEnd"/>
      <w:r w:rsidR="00944D80" w:rsidRPr="00F60379">
        <w:rPr>
          <w:sz w:val="24"/>
          <w:szCs w:val="24"/>
        </w:rPr>
        <w:t xml:space="preserve"> Flemming</w:t>
      </w:r>
      <w:proofErr w:type="gramStart"/>
      <w:r w:rsidR="001B19DD">
        <w:rPr>
          <w:sz w:val="24"/>
          <w:szCs w:val="24"/>
        </w:rPr>
        <w:t>,</w:t>
      </w:r>
      <w:proofErr w:type="gramEnd"/>
      <w:r w:rsidR="00944D80" w:rsidRPr="00F60379">
        <w:rPr>
          <w:b/>
          <w:sz w:val="24"/>
          <w:szCs w:val="24"/>
        </w:rPr>
        <w:br/>
        <w:t>Pré positionnement de moye</w:t>
      </w:r>
      <w:r w:rsidR="00F27E8E">
        <w:rPr>
          <w:b/>
          <w:sz w:val="24"/>
          <w:szCs w:val="24"/>
        </w:rPr>
        <w:t>ns et dispensaires en urgence,</w:t>
      </w:r>
      <w:r>
        <w:rPr>
          <w:b/>
          <w:sz w:val="24"/>
          <w:szCs w:val="24"/>
        </w:rPr>
        <w:br/>
      </w:r>
      <w:r>
        <w:rPr>
          <w:sz w:val="24"/>
          <w:szCs w:val="24"/>
        </w:rPr>
        <w:t xml:space="preserve">    </w:t>
      </w:r>
      <w:r w:rsidR="00944D80" w:rsidRPr="00F60379">
        <w:rPr>
          <w:sz w:val="24"/>
          <w:szCs w:val="24"/>
        </w:rPr>
        <w:t>Dr X. Attrait, UISC7</w:t>
      </w:r>
      <w:r w:rsidR="001B19DD">
        <w:rPr>
          <w:sz w:val="24"/>
          <w:szCs w:val="24"/>
        </w:rPr>
        <w:t>,</w:t>
      </w:r>
    </w:p>
    <w:p w:rsidR="00944D80" w:rsidRPr="00F60379" w:rsidRDefault="00944D80" w:rsidP="00F60379">
      <w:pPr>
        <w:suppressAutoHyphens w:val="0"/>
        <w:spacing w:after="200" w:line="276" w:lineRule="auto"/>
        <w:ind w:left="708"/>
        <w:contextualSpacing/>
        <w:rPr>
          <w:sz w:val="24"/>
          <w:szCs w:val="24"/>
        </w:rPr>
      </w:pPr>
      <w:r w:rsidRPr="00F60379">
        <w:rPr>
          <w:b/>
          <w:sz w:val="24"/>
          <w:szCs w:val="24"/>
        </w:rPr>
        <w:t xml:space="preserve">Intervention </w:t>
      </w:r>
      <w:r w:rsidR="00F60379" w:rsidRPr="00F60379">
        <w:rPr>
          <w:b/>
          <w:sz w:val="24"/>
          <w:szCs w:val="24"/>
        </w:rPr>
        <w:t xml:space="preserve">au titre </w:t>
      </w:r>
      <w:r w:rsidRPr="00F60379">
        <w:rPr>
          <w:b/>
          <w:sz w:val="24"/>
          <w:szCs w:val="24"/>
        </w:rPr>
        <w:t xml:space="preserve">de </w:t>
      </w:r>
      <w:r w:rsidR="00F60379" w:rsidRPr="00F60379">
        <w:rPr>
          <w:b/>
          <w:sz w:val="24"/>
          <w:szCs w:val="24"/>
        </w:rPr>
        <w:t>Santé Publique de France</w:t>
      </w:r>
      <w:r w:rsidRPr="00F60379">
        <w:rPr>
          <w:b/>
          <w:sz w:val="24"/>
          <w:szCs w:val="24"/>
        </w:rPr>
        <w:t xml:space="preserve">, </w:t>
      </w:r>
      <w:r w:rsidR="00CC6FA7" w:rsidRPr="00F60379">
        <w:rPr>
          <w:b/>
          <w:sz w:val="24"/>
          <w:szCs w:val="24"/>
        </w:rPr>
        <w:br/>
        <w:t xml:space="preserve">    </w:t>
      </w:r>
      <w:r w:rsidRPr="00F60379">
        <w:rPr>
          <w:sz w:val="24"/>
          <w:szCs w:val="24"/>
        </w:rPr>
        <w:t xml:space="preserve">Dr J. </w:t>
      </w:r>
      <w:proofErr w:type="spellStart"/>
      <w:r w:rsidRPr="00F60379">
        <w:rPr>
          <w:sz w:val="24"/>
          <w:szCs w:val="24"/>
        </w:rPr>
        <w:t>Pannetier</w:t>
      </w:r>
      <w:proofErr w:type="spellEnd"/>
      <w:r w:rsidRPr="00F60379">
        <w:rPr>
          <w:sz w:val="24"/>
          <w:szCs w:val="24"/>
        </w:rPr>
        <w:t>, SAMU</w:t>
      </w:r>
      <w:r w:rsidR="00F27E8E">
        <w:rPr>
          <w:sz w:val="24"/>
          <w:szCs w:val="24"/>
        </w:rPr>
        <w:t xml:space="preserve">, </w:t>
      </w:r>
      <w:r w:rsidRPr="00F60379">
        <w:rPr>
          <w:sz w:val="24"/>
          <w:szCs w:val="24"/>
        </w:rPr>
        <w:t>Le Mans-SPF</w:t>
      </w:r>
      <w:r w:rsidR="00F27E8E">
        <w:rPr>
          <w:sz w:val="24"/>
          <w:szCs w:val="24"/>
        </w:rPr>
        <w:t>,</w:t>
      </w:r>
      <w:r w:rsidRPr="00F60379">
        <w:rPr>
          <w:b/>
          <w:sz w:val="24"/>
          <w:szCs w:val="24"/>
        </w:rPr>
        <w:br/>
      </w:r>
      <w:r w:rsidR="00FA608D">
        <w:rPr>
          <w:rFonts w:ascii="Calibri" w:hAnsi="Calibri"/>
          <w:color w:val="1F497D"/>
          <w:sz w:val="22"/>
          <w:szCs w:val="22"/>
        </w:rPr>
        <w:t> </w:t>
      </w:r>
      <w:r w:rsidR="00FA608D" w:rsidRPr="00FA608D">
        <w:rPr>
          <w:b/>
          <w:sz w:val="24"/>
          <w:szCs w:val="24"/>
        </w:rPr>
        <w:t>Soutien à la population d’urgence, de post urgence et de reconstruction</w:t>
      </w:r>
      <w:r w:rsidRPr="00F60379">
        <w:rPr>
          <w:b/>
          <w:sz w:val="24"/>
          <w:szCs w:val="24"/>
        </w:rPr>
        <w:t xml:space="preserve">, </w:t>
      </w:r>
      <w:r w:rsidR="00CC6FA7" w:rsidRPr="00F60379">
        <w:rPr>
          <w:b/>
          <w:sz w:val="24"/>
          <w:szCs w:val="24"/>
        </w:rPr>
        <w:br/>
        <w:t xml:space="preserve">    </w:t>
      </w:r>
      <w:r w:rsidRPr="00F60379">
        <w:rPr>
          <w:sz w:val="24"/>
          <w:szCs w:val="24"/>
        </w:rPr>
        <w:t xml:space="preserve">Mr A. </w:t>
      </w:r>
      <w:proofErr w:type="spellStart"/>
      <w:r w:rsidRPr="00F60379">
        <w:rPr>
          <w:sz w:val="24"/>
          <w:szCs w:val="24"/>
        </w:rPr>
        <w:t>Rissetto</w:t>
      </w:r>
      <w:proofErr w:type="spellEnd"/>
      <w:r w:rsidRPr="00F60379">
        <w:rPr>
          <w:sz w:val="24"/>
          <w:szCs w:val="24"/>
        </w:rPr>
        <w:t>, Croix-Rouge F</w:t>
      </w:r>
      <w:r w:rsidR="00CC6FA7" w:rsidRPr="00F60379">
        <w:rPr>
          <w:sz w:val="24"/>
          <w:szCs w:val="24"/>
        </w:rPr>
        <w:t>rançai</w:t>
      </w:r>
      <w:r w:rsidRPr="00F60379">
        <w:rPr>
          <w:sz w:val="24"/>
          <w:szCs w:val="24"/>
        </w:rPr>
        <w:t>se</w:t>
      </w:r>
      <w:r w:rsidR="001B19DD">
        <w:rPr>
          <w:sz w:val="24"/>
          <w:szCs w:val="24"/>
        </w:rPr>
        <w:t>,</w:t>
      </w:r>
      <w:r w:rsidRPr="00F60379">
        <w:rPr>
          <w:b/>
          <w:sz w:val="24"/>
          <w:szCs w:val="24"/>
        </w:rPr>
        <w:tab/>
      </w:r>
      <w:r w:rsidRPr="00F60379">
        <w:rPr>
          <w:sz w:val="24"/>
          <w:szCs w:val="24"/>
        </w:rPr>
        <w:br/>
      </w:r>
      <w:r w:rsidRPr="00F60379">
        <w:rPr>
          <w:b/>
          <w:sz w:val="24"/>
          <w:szCs w:val="24"/>
        </w:rPr>
        <w:t xml:space="preserve">Aide et soutien de la population, </w:t>
      </w:r>
      <w:r w:rsidR="00CC6FA7" w:rsidRPr="00F60379">
        <w:rPr>
          <w:b/>
          <w:sz w:val="24"/>
          <w:szCs w:val="24"/>
        </w:rPr>
        <w:br/>
        <w:t xml:space="preserve">    </w:t>
      </w:r>
      <w:r w:rsidRPr="00F60379">
        <w:rPr>
          <w:sz w:val="24"/>
          <w:szCs w:val="24"/>
        </w:rPr>
        <w:t>Mrs Y. Laurent</w:t>
      </w:r>
      <w:r w:rsidR="00A32208">
        <w:rPr>
          <w:sz w:val="24"/>
          <w:szCs w:val="24"/>
        </w:rPr>
        <w:t xml:space="preserve"> – </w:t>
      </w:r>
      <w:r w:rsidRPr="00F60379">
        <w:rPr>
          <w:sz w:val="24"/>
          <w:szCs w:val="24"/>
        </w:rPr>
        <w:t>FX</w:t>
      </w:r>
      <w:r w:rsidR="00A32208">
        <w:rPr>
          <w:sz w:val="24"/>
          <w:szCs w:val="24"/>
        </w:rPr>
        <w:t>.</w:t>
      </w:r>
      <w:r w:rsidRPr="00F60379">
        <w:rPr>
          <w:sz w:val="24"/>
          <w:szCs w:val="24"/>
        </w:rPr>
        <w:t xml:space="preserve"> </w:t>
      </w:r>
      <w:proofErr w:type="spellStart"/>
      <w:r w:rsidRPr="00F60379">
        <w:rPr>
          <w:sz w:val="24"/>
          <w:szCs w:val="24"/>
        </w:rPr>
        <w:t>Volot</w:t>
      </w:r>
      <w:proofErr w:type="spellEnd"/>
      <w:r w:rsidRPr="00F60379">
        <w:rPr>
          <w:sz w:val="24"/>
          <w:szCs w:val="24"/>
        </w:rPr>
        <w:t>-</w:t>
      </w:r>
      <w:proofErr w:type="gramStart"/>
      <w:r w:rsidRPr="00F60379">
        <w:rPr>
          <w:sz w:val="24"/>
          <w:szCs w:val="24"/>
        </w:rPr>
        <w:t>Delaunay ,</w:t>
      </w:r>
      <w:proofErr w:type="gramEnd"/>
      <w:r w:rsidRPr="00F60379">
        <w:rPr>
          <w:sz w:val="24"/>
          <w:szCs w:val="24"/>
        </w:rPr>
        <w:t xml:space="preserve"> FNPC</w:t>
      </w:r>
      <w:r w:rsidR="001B19DD">
        <w:rPr>
          <w:sz w:val="24"/>
          <w:szCs w:val="24"/>
        </w:rPr>
        <w:t>,</w:t>
      </w:r>
      <w:r w:rsidRPr="00F60379">
        <w:rPr>
          <w:b/>
          <w:sz w:val="24"/>
          <w:szCs w:val="24"/>
        </w:rPr>
        <w:br/>
      </w:r>
      <w:r w:rsidRPr="00F60379">
        <w:rPr>
          <w:i/>
          <w:sz w:val="24"/>
          <w:szCs w:val="24"/>
        </w:rPr>
        <w:t xml:space="preserve">La composante </w:t>
      </w:r>
      <w:proofErr w:type="spellStart"/>
      <w:r w:rsidRPr="00F60379">
        <w:rPr>
          <w:i/>
          <w:sz w:val="24"/>
          <w:szCs w:val="24"/>
        </w:rPr>
        <w:t>médico</w:t>
      </w:r>
      <w:proofErr w:type="spellEnd"/>
      <w:r w:rsidRPr="00F60379">
        <w:rPr>
          <w:i/>
          <w:sz w:val="24"/>
          <w:szCs w:val="24"/>
        </w:rPr>
        <w:t>-psychologique,</w:t>
      </w:r>
      <w:r w:rsidR="00F60379" w:rsidRPr="00F60379">
        <w:rPr>
          <w:i/>
          <w:sz w:val="24"/>
          <w:szCs w:val="24"/>
        </w:rPr>
        <w:br/>
        <w:t xml:space="preserve">    </w:t>
      </w:r>
      <w:r w:rsidRPr="00A32208">
        <w:rPr>
          <w:i/>
          <w:sz w:val="24"/>
          <w:szCs w:val="24"/>
        </w:rPr>
        <w:t xml:space="preserve">Pr  P. </w:t>
      </w:r>
      <w:proofErr w:type="spellStart"/>
      <w:r w:rsidRPr="00A32208">
        <w:rPr>
          <w:i/>
          <w:sz w:val="24"/>
          <w:szCs w:val="24"/>
        </w:rPr>
        <w:t>Jehel</w:t>
      </w:r>
      <w:proofErr w:type="spellEnd"/>
      <w:r w:rsidR="001B19DD">
        <w:rPr>
          <w:i/>
          <w:sz w:val="24"/>
          <w:szCs w:val="24"/>
        </w:rPr>
        <w:t>.</w:t>
      </w:r>
    </w:p>
    <w:p w:rsidR="00A32208" w:rsidRDefault="00A32208" w:rsidP="00A32208">
      <w:pPr>
        <w:suppressAutoHyphens w:val="0"/>
        <w:spacing w:after="200" w:line="276" w:lineRule="auto"/>
        <w:contextualSpacing/>
        <w:jc w:val="center"/>
        <w:rPr>
          <w:b/>
          <w:sz w:val="24"/>
          <w:szCs w:val="24"/>
        </w:rPr>
      </w:pPr>
    </w:p>
    <w:p w:rsidR="009C113C" w:rsidRPr="003E723A" w:rsidRDefault="00456F51" w:rsidP="003E723A">
      <w:pPr>
        <w:suppressAutoHyphens w:val="0"/>
        <w:spacing w:after="200" w:line="276" w:lineRule="auto"/>
        <w:contextualSpacing/>
        <w:rPr>
          <w:b/>
          <w:sz w:val="24"/>
          <w:szCs w:val="24"/>
          <w:u w:val="single"/>
        </w:rPr>
      </w:pPr>
      <w:r>
        <w:rPr>
          <w:b/>
          <w:sz w:val="24"/>
          <w:szCs w:val="24"/>
        </w:rPr>
        <w:t>17</w:t>
      </w:r>
      <w:bookmarkStart w:id="0" w:name="_GoBack"/>
      <w:bookmarkEnd w:id="0"/>
      <w:r w:rsidR="004A02A3">
        <w:rPr>
          <w:b/>
          <w:sz w:val="24"/>
          <w:szCs w:val="24"/>
        </w:rPr>
        <w:t>:</w:t>
      </w:r>
      <w:r w:rsidR="005078C2">
        <w:rPr>
          <w:b/>
          <w:sz w:val="24"/>
          <w:szCs w:val="24"/>
        </w:rPr>
        <w:t>30</w:t>
      </w:r>
      <w:r w:rsidR="004A02A3">
        <w:rPr>
          <w:b/>
          <w:sz w:val="24"/>
          <w:szCs w:val="24"/>
        </w:rPr>
        <w:t xml:space="preserve"> </w:t>
      </w:r>
      <w:r w:rsidR="004A02A3" w:rsidRPr="004A02A3">
        <w:rPr>
          <w:b/>
          <w:sz w:val="24"/>
          <w:szCs w:val="24"/>
          <w:u w:val="single"/>
        </w:rPr>
        <w:t>Synthèse</w:t>
      </w:r>
      <w:r w:rsidR="003E723A">
        <w:rPr>
          <w:b/>
          <w:sz w:val="24"/>
          <w:szCs w:val="24"/>
          <w:u w:val="single"/>
        </w:rPr>
        <w:br/>
      </w:r>
    </w:p>
    <w:p w:rsidR="00F60379" w:rsidRPr="00A32208" w:rsidRDefault="00A32208" w:rsidP="00A32208">
      <w:pPr>
        <w:suppressAutoHyphens w:val="0"/>
        <w:spacing w:after="200" w:line="276" w:lineRule="auto"/>
        <w:contextualSpacing/>
        <w:jc w:val="center"/>
        <w:rPr>
          <w:b/>
          <w:sz w:val="24"/>
          <w:szCs w:val="24"/>
        </w:rPr>
      </w:pPr>
      <w:r w:rsidRPr="00A32208">
        <w:rPr>
          <w:b/>
          <w:sz w:val="24"/>
          <w:szCs w:val="24"/>
        </w:rPr>
        <w:t>Exposants</w:t>
      </w:r>
    </w:p>
    <w:p w:rsidR="00F60379" w:rsidRPr="004A02A3" w:rsidRDefault="00442E46" w:rsidP="005078C2">
      <w:pPr>
        <w:suppressAutoHyphens w:val="0"/>
        <w:spacing w:after="200" w:line="276" w:lineRule="auto"/>
        <w:contextualSpacing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Paul BOYÉ Technologie - </w:t>
      </w:r>
      <w:r w:rsidR="00616B2C" w:rsidRPr="004A02A3">
        <w:rPr>
          <w:sz w:val="24"/>
          <w:szCs w:val="24"/>
        </w:rPr>
        <w:t xml:space="preserve">HUTCHINSON </w:t>
      </w:r>
      <w:r w:rsidR="00076FD5">
        <w:rPr>
          <w:sz w:val="24"/>
          <w:szCs w:val="24"/>
        </w:rPr>
        <w:t>-</w:t>
      </w:r>
      <w:r w:rsidR="00616B2C" w:rsidRPr="004A02A3">
        <w:rPr>
          <w:sz w:val="24"/>
          <w:szCs w:val="24"/>
        </w:rPr>
        <w:t xml:space="preserve"> </w:t>
      </w:r>
      <w:r w:rsidR="004A02A3" w:rsidRPr="004A02A3">
        <w:rPr>
          <w:sz w:val="24"/>
          <w:szCs w:val="24"/>
        </w:rPr>
        <w:t xml:space="preserve">LAVOISIER - </w:t>
      </w:r>
      <w:r>
        <w:rPr>
          <w:sz w:val="24"/>
          <w:szCs w:val="24"/>
        </w:rPr>
        <w:t xml:space="preserve">OUVRY </w:t>
      </w:r>
      <w:r w:rsidR="00076FD5">
        <w:rPr>
          <w:sz w:val="24"/>
          <w:szCs w:val="24"/>
        </w:rPr>
        <w:t>-</w:t>
      </w:r>
      <w:r>
        <w:rPr>
          <w:sz w:val="24"/>
          <w:szCs w:val="24"/>
        </w:rPr>
        <w:t xml:space="preserve"> LAERDAL </w:t>
      </w:r>
      <w:r w:rsidR="00076FD5">
        <w:rPr>
          <w:sz w:val="24"/>
          <w:szCs w:val="24"/>
        </w:rPr>
        <w:t>-</w:t>
      </w:r>
      <w:r>
        <w:rPr>
          <w:sz w:val="24"/>
          <w:szCs w:val="24"/>
        </w:rPr>
        <w:t xml:space="preserve"> SERB </w:t>
      </w:r>
      <w:r w:rsidR="00A32208" w:rsidRPr="004A02A3">
        <w:rPr>
          <w:sz w:val="24"/>
          <w:szCs w:val="24"/>
        </w:rPr>
        <w:t xml:space="preserve"> </w:t>
      </w:r>
      <w:r w:rsidR="004A02A3" w:rsidRPr="004A02A3">
        <w:rPr>
          <w:sz w:val="24"/>
          <w:szCs w:val="24"/>
        </w:rPr>
        <w:t xml:space="preserve">STARMED </w:t>
      </w:r>
      <w:r w:rsidR="005078C2">
        <w:rPr>
          <w:sz w:val="24"/>
          <w:szCs w:val="24"/>
        </w:rPr>
        <w:t>–</w:t>
      </w:r>
      <w:r w:rsidR="00076FD5">
        <w:rPr>
          <w:sz w:val="24"/>
          <w:szCs w:val="24"/>
        </w:rPr>
        <w:t xml:space="preserve"> </w:t>
      </w:r>
      <w:r w:rsidR="00A32208" w:rsidRPr="004A02A3">
        <w:rPr>
          <w:sz w:val="24"/>
          <w:szCs w:val="24"/>
        </w:rPr>
        <w:t>TANIT</w:t>
      </w:r>
      <w:r w:rsidR="005078C2">
        <w:rPr>
          <w:sz w:val="24"/>
          <w:szCs w:val="24"/>
        </w:rPr>
        <w:br/>
      </w:r>
    </w:p>
    <w:p w:rsidR="004A02A3" w:rsidRPr="004A02A3" w:rsidRDefault="00944D80" w:rsidP="00F60379">
      <w:pPr>
        <w:jc w:val="center"/>
        <w:rPr>
          <w:sz w:val="18"/>
          <w:szCs w:val="18"/>
        </w:rPr>
      </w:pPr>
      <w:r w:rsidRPr="00CE1329">
        <w:rPr>
          <w:b/>
          <w:sz w:val="24"/>
          <w:szCs w:val="24"/>
        </w:rPr>
        <w:t>Comité scientifique</w:t>
      </w:r>
      <w:r w:rsidRPr="00CE1329">
        <w:rPr>
          <w:b/>
          <w:sz w:val="24"/>
          <w:szCs w:val="24"/>
        </w:rPr>
        <w:br/>
      </w:r>
      <w:r w:rsidRPr="004A02A3">
        <w:rPr>
          <w:sz w:val="18"/>
          <w:szCs w:val="18"/>
        </w:rPr>
        <w:t xml:space="preserve">S. ALBARELLO - JP AUFFRAY - P. CARLI - P. JEHEL - H. JULIEN - </w:t>
      </w:r>
      <w:r w:rsidR="004A02A3" w:rsidRPr="004A02A3">
        <w:rPr>
          <w:sz w:val="18"/>
          <w:szCs w:val="18"/>
        </w:rPr>
        <w:t xml:space="preserve">M. LANGLOIS - H. MASSE </w:t>
      </w:r>
    </w:p>
    <w:p w:rsidR="003E723A" w:rsidRPr="005078C2" w:rsidRDefault="00944D80" w:rsidP="00F60379">
      <w:pPr>
        <w:jc w:val="center"/>
        <w:rPr>
          <w:sz w:val="18"/>
          <w:szCs w:val="18"/>
        </w:rPr>
      </w:pPr>
      <w:r w:rsidRPr="004A02A3">
        <w:rPr>
          <w:sz w:val="18"/>
          <w:szCs w:val="18"/>
        </w:rPr>
        <w:t xml:space="preserve">M. MERLI - A. PUIDUPIN - A. RISSETTO </w:t>
      </w:r>
      <w:r w:rsidR="004A02A3" w:rsidRPr="004A02A3">
        <w:rPr>
          <w:sz w:val="18"/>
          <w:szCs w:val="18"/>
        </w:rPr>
        <w:t>–</w:t>
      </w:r>
      <w:r w:rsidRPr="004A02A3">
        <w:rPr>
          <w:sz w:val="18"/>
          <w:szCs w:val="18"/>
        </w:rPr>
        <w:t xml:space="preserve"> </w:t>
      </w:r>
      <w:r w:rsidR="004A02A3" w:rsidRPr="004A02A3">
        <w:rPr>
          <w:sz w:val="18"/>
          <w:szCs w:val="18"/>
        </w:rPr>
        <w:t xml:space="preserve">C. RENAUDEAU – L. RONCHI - </w:t>
      </w:r>
      <w:r w:rsidRPr="004A02A3">
        <w:rPr>
          <w:sz w:val="18"/>
          <w:szCs w:val="18"/>
        </w:rPr>
        <w:t>D. SAFRA</w:t>
      </w:r>
      <w:r w:rsidR="00F60379" w:rsidRPr="004A02A3">
        <w:rPr>
          <w:sz w:val="18"/>
          <w:szCs w:val="18"/>
        </w:rPr>
        <w:t>N</w:t>
      </w:r>
      <w:r w:rsidR="004A02A3" w:rsidRPr="004A02A3">
        <w:rPr>
          <w:sz w:val="18"/>
          <w:szCs w:val="18"/>
        </w:rPr>
        <w:t xml:space="preserve"> – JP TOURTIER</w:t>
      </w:r>
      <w:r w:rsidR="005078C2">
        <w:rPr>
          <w:sz w:val="18"/>
          <w:szCs w:val="18"/>
        </w:rPr>
        <w:br/>
      </w:r>
      <w:r w:rsidR="005078C2">
        <w:rPr>
          <w:sz w:val="18"/>
          <w:szCs w:val="18"/>
        </w:rPr>
        <w:br/>
      </w:r>
      <w:r w:rsidR="005078C2" w:rsidRPr="005078C2">
        <w:rPr>
          <w:b/>
          <w:sz w:val="18"/>
          <w:szCs w:val="18"/>
        </w:rPr>
        <w:t>Comité d’organisation</w:t>
      </w:r>
      <w:r w:rsidR="005078C2">
        <w:rPr>
          <w:sz w:val="18"/>
          <w:szCs w:val="18"/>
        </w:rPr>
        <w:br/>
        <w:t>E. D’ANDIGN</w:t>
      </w:r>
      <w:r w:rsidR="00A50415">
        <w:rPr>
          <w:sz w:val="18"/>
          <w:szCs w:val="18"/>
        </w:rPr>
        <w:t>É</w:t>
      </w:r>
      <w:r w:rsidR="005078C2">
        <w:rPr>
          <w:sz w:val="18"/>
          <w:szCs w:val="18"/>
        </w:rPr>
        <w:t xml:space="preserve"> - D. AUGU </w:t>
      </w:r>
      <w:r w:rsidR="003E723A">
        <w:rPr>
          <w:sz w:val="18"/>
          <w:szCs w:val="18"/>
        </w:rPr>
        <w:t>-</w:t>
      </w:r>
      <w:r w:rsidR="005078C2">
        <w:rPr>
          <w:sz w:val="18"/>
          <w:szCs w:val="18"/>
        </w:rPr>
        <w:t xml:space="preserve"> M. GUIRE - H. JULIEN </w:t>
      </w:r>
      <w:r w:rsidR="003E723A">
        <w:rPr>
          <w:sz w:val="18"/>
          <w:szCs w:val="18"/>
        </w:rPr>
        <w:t>-</w:t>
      </w:r>
      <w:r w:rsidR="005078C2">
        <w:rPr>
          <w:sz w:val="18"/>
          <w:szCs w:val="18"/>
        </w:rPr>
        <w:t xml:space="preserve"> C. RENAUDEAU</w:t>
      </w:r>
      <w:r w:rsidR="003E723A">
        <w:rPr>
          <w:sz w:val="18"/>
          <w:szCs w:val="18"/>
        </w:rPr>
        <w:t xml:space="preserve"> - L. RONCHI</w:t>
      </w:r>
      <w:r w:rsidR="005078C2">
        <w:rPr>
          <w:sz w:val="18"/>
          <w:szCs w:val="18"/>
        </w:rPr>
        <w:t xml:space="preserve">  </w:t>
      </w:r>
    </w:p>
    <w:p w:rsidR="004A02A3" w:rsidRPr="001345DB" w:rsidRDefault="004A02A3" w:rsidP="00F60379">
      <w:pPr>
        <w:jc w:val="center"/>
        <w:rPr>
          <w:b/>
          <w:i/>
          <w:color w:val="00B050"/>
        </w:rPr>
      </w:pPr>
      <w:r w:rsidRPr="00A43F63">
        <w:rPr>
          <w:bCs/>
          <w:lang w:eastAsia="fr-FR"/>
        </w:rPr>
        <w:t>Session éligible DPC des personnels de santé</w:t>
      </w:r>
      <w:r w:rsidR="003E723A">
        <w:rPr>
          <w:bCs/>
          <w:lang w:eastAsia="fr-FR"/>
        </w:rPr>
        <w:t xml:space="preserve"> - </w:t>
      </w:r>
      <w:r w:rsidRPr="00A43F63">
        <w:rPr>
          <w:bCs/>
          <w:lang w:eastAsia="fr-FR"/>
        </w:rPr>
        <w:t>Habilitée formation professionnelle continue</w:t>
      </w:r>
    </w:p>
    <w:sectPr w:rsidR="004A02A3" w:rsidRPr="001345DB" w:rsidSect="009C6E94">
      <w:footerReference w:type="default" r:id="rId9"/>
      <w:pgSz w:w="11906" w:h="16838"/>
      <w:pgMar w:top="709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31B1A" w:rsidRDefault="00831B1A">
      <w:r>
        <w:separator/>
      </w:r>
    </w:p>
  </w:endnote>
  <w:endnote w:type="continuationSeparator" w:id="0">
    <w:p w:rsidR="00831B1A" w:rsidRDefault="00831B1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723A" w:rsidRDefault="00FB3092" w:rsidP="003E723A">
    <w:pPr>
      <w:jc w:val="center"/>
      <w:rPr>
        <w:rStyle w:val="lev"/>
        <w:b w:val="0"/>
        <w:bCs w:val="0"/>
      </w:rPr>
    </w:pPr>
    <w:r w:rsidRPr="00153C34">
      <w:rPr>
        <w:rFonts w:ascii="Cambria" w:hAnsi="Cambria" w:cs="Cambria"/>
        <w:sz w:val="14"/>
        <w:szCs w:val="14"/>
      </w:rPr>
      <w:t xml:space="preserve">SFMC, 38 rue Dunois, 75647 – Paris Cedex 13  Tel. 06 43 26 81 51  Mail </w:t>
    </w:r>
    <w:hyperlink r:id="rId1" w:history="1">
      <w:r w:rsidRPr="00153C34">
        <w:rPr>
          <w:rStyle w:val="Lienhypertexte"/>
          <w:rFonts w:ascii="Cambria" w:hAnsi="Cambria" w:cs="Cambria"/>
          <w:sz w:val="14"/>
          <w:szCs w:val="14"/>
        </w:rPr>
        <w:t>medecine.cata@gmail.com</w:t>
      </w:r>
    </w:hyperlink>
    <w:r w:rsidRPr="00153C34">
      <w:rPr>
        <w:rFonts w:ascii="Cambria" w:hAnsi="Cambria" w:cs="Cambria"/>
        <w:sz w:val="14"/>
        <w:szCs w:val="14"/>
      </w:rPr>
      <w:t xml:space="preserve"> Site </w:t>
    </w:r>
    <w:hyperlink r:id="rId2" w:history="1">
      <w:r w:rsidRPr="00153C34">
        <w:rPr>
          <w:rStyle w:val="Lienhypertexte"/>
          <w:rFonts w:ascii="Cambria" w:hAnsi="Cambria" w:cs="Cambria"/>
          <w:sz w:val="14"/>
          <w:szCs w:val="14"/>
        </w:rPr>
        <w:t>www.sfmc.eu</w:t>
      </w:r>
    </w:hyperlink>
  </w:p>
  <w:p w:rsidR="00C0556D" w:rsidRDefault="00C0556D">
    <w:pPr>
      <w:pStyle w:val="Pieddepage"/>
      <w:jc w:val="center"/>
      <w:rPr>
        <w:rStyle w:val="lev"/>
        <w:b w:val="0"/>
        <w:bCs w:val="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31B1A" w:rsidRDefault="00831B1A">
      <w:r>
        <w:separator/>
      </w:r>
    </w:p>
  </w:footnote>
  <w:footnote w:type="continuationSeparator" w:id="0">
    <w:p w:rsidR="00831B1A" w:rsidRDefault="00831B1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Titre6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Titre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Titre8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pStyle w:val="Titre9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28E22AF"/>
    <w:multiLevelType w:val="hybridMultilevel"/>
    <w:tmpl w:val="6CD0E966"/>
    <w:lvl w:ilvl="0" w:tplc="C2B08016">
      <w:start w:val="9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8D332AC"/>
    <w:multiLevelType w:val="hybridMultilevel"/>
    <w:tmpl w:val="9E36E55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B5B503A"/>
    <w:multiLevelType w:val="hybridMultilevel"/>
    <w:tmpl w:val="60B0CB06"/>
    <w:lvl w:ilvl="0" w:tplc="675A3DE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FB5F1F"/>
    <w:multiLevelType w:val="hybridMultilevel"/>
    <w:tmpl w:val="CF1E4DEA"/>
    <w:lvl w:ilvl="0" w:tplc="1A28ED58">
      <w:start w:val="1"/>
      <w:numFmt w:val="decimal"/>
      <w:lvlText w:val="%1-"/>
      <w:lvlJc w:val="left"/>
      <w:pPr>
        <w:ind w:left="720" w:hanging="360"/>
      </w:pPr>
      <w:rPr>
        <w:rFonts w:hint="default"/>
        <w:b/>
        <w:u w:val="singl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B916CE"/>
    <w:multiLevelType w:val="hybridMultilevel"/>
    <w:tmpl w:val="403A75B6"/>
    <w:lvl w:ilvl="0" w:tplc="2C24CBBA">
      <w:start w:val="3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6">
    <w:nsid w:val="0E0B5CE4"/>
    <w:multiLevelType w:val="hybridMultilevel"/>
    <w:tmpl w:val="12F0D046"/>
    <w:lvl w:ilvl="0" w:tplc="67246AF8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19A4F28"/>
    <w:multiLevelType w:val="hybridMultilevel"/>
    <w:tmpl w:val="54FA8608"/>
    <w:lvl w:ilvl="0" w:tplc="3F923C5E">
      <w:start w:val="2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D862989"/>
    <w:multiLevelType w:val="hybridMultilevel"/>
    <w:tmpl w:val="7146052E"/>
    <w:lvl w:ilvl="0" w:tplc="E83C00D6">
      <w:start w:val="3"/>
      <w:numFmt w:val="bullet"/>
      <w:lvlText w:val="-"/>
      <w:lvlJc w:val="left"/>
      <w:pPr>
        <w:ind w:left="1425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">
    <w:nsid w:val="2F9C2C64"/>
    <w:multiLevelType w:val="hybridMultilevel"/>
    <w:tmpl w:val="E89C3912"/>
    <w:lvl w:ilvl="0" w:tplc="FAD679E6">
      <w:start w:val="12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>
    <w:nsid w:val="344D3BDA"/>
    <w:multiLevelType w:val="hybridMultilevel"/>
    <w:tmpl w:val="B43841B8"/>
    <w:lvl w:ilvl="0" w:tplc="712C0914">
      <w:start w:val="15"/>
      <w:numFmt w:val="decimal"/>
      <w:lvlText w:val="%1"/>
      <w:lvlJc w:val="left"/>
      <w:pPr>
        <w:ind w:left="720" w:hanging="360"/>
      </w:pPr>
      <w:rPr>
        <w:rFonts w:hint="default"/>
        <w:i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E0A5700"/>
    <w:multiLevelType w:val="hybridMultilevel"/>
    <w:tmpl w:val="8C040E14"/>
    <w:lvl w:ilvl="0" w:tplc="A82E8576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>
    <w:nsid w:val="3E6D0DCE"/>
    <w:multiLevelType w:val="hybridMultilevel"/>
    <w:tmpl w:val="56F09162"/>
    <w:lvl w:ilvl="0" w:tplc="780CDC26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83A1C6F"/>
    <w:multiLevelType w:val="hybridMultilevel"/>
    <w:tmpl w:val="2F760D0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A1559F8"/>
    <w:multiLevelType w:val="hybridMultilevel"/>
    <w:tmpl w:val="0CD6D0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C812C8B"/>
    <w:multiLevelType w:val="hybridMultilevel"/>
    <w:tmpl w:val="E846802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4254A32"/>
    <w:multiLevelType w:val="hybridMultilevel"/>
    <w:tmpl w:val="52004400"/>
    <w:lvl w:ilvl="0" w:tplc="38440258">
      <w:start w:val="1"/>
      <w:numFmt w:val="decimal"/>
      <w:lvlText w:val="%1-"/>
      <w:lvlJc w:val="left"/>
      <w:pPr>
        <w:ind w:left="720" w:hanging="360"/>
      </w:pPr>
      <w:rPr>
        <w:rFonts w:hint="default"/>
        <w:i w:val="0"/>
        <w:sz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6E607EE"/>
    <w:multiLevelType w:val="hybridMultilevel"/>
    <w:tmpl w:val="D5A83448"/>
    <w:lvl w:ilvl="0" w:tplc="096CC4A0">
      <w:start w:val="12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8">
    <w:nsid w:val="58F87135"/>
    <w:multiLevelType w:val="hybridMultilevel"/>
    <w:tmpl w:val="B37660D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DAE25E4"/>
    <w:multiLevelType w:val="hybridMultilevel"/>
    <w:tmpl w:val="15C68CB2"/>
    <w:lvl w:ilvl="0" w:tplc="DC96FE36">
      <w:start w:val="26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62AC3220"/>
    <w:multiLevelType w:val="hybridMultilevel"/>
    <w:tmpl w:val="DB4C96AA"/>
    <w:lvl w:ilvl="0" w:tplc="D1622618">
      <w:start w:val="14"/>
      <w:numFmt w:val="decimal"/>
      <w:lvlText w:val="%1"/>
      <w:lvlJc w:val="left"/>
      <w:pPr>
        <w:ind w:left="720" w:hanging="360"/>
      </w:pPr>
      <w:rPr>
        <w:rFonts w:hint="default"/>
        <w:i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6A06413"/>
    <w:multiLevelType w:val="hybridMultilevel"/>
    <w:tmpl w:val="E182D864"/>
    <w:lvl w:ilvl="0" w:tplc="85A2FA2A">
      <w:start w:val="3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2">
    <w:nsid w:val="69E65C1D"/>
    <w:multiLevelType w:val="hybridMultilevel"/>
    <w:tmpl w:val="E9DC57BC"/>
    <w:lvl w:ilvl="0" w:tplc="BA3E8954">
      <w:start w:val="11"/>
      <w:numFmt w:val="decimal"/>
      <w:lvlText w:val="%1"/>
      <w:lvlJc w:val="left"/>
      <w:pPr>
        <w:ind w:left="1080" w:hanging="360"/>
      </w:pPr>
      <w:rPr>
        <w:rFonts w:ascii="Times New Roman" w:hAnsi="Times New Roman" w:hint="default"/>
        <w:color w:val="auto"/>
        <w:sz w:val="24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6EC956F3"/>
    <w:multiLevelType w:val="hybridMultilevel"/>
    <w:tmpl w:val="80D28962"/>
    <w:lvl w:ilvl="0" w:tplc="DDD4CCC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1797C1E"/>
    <w:multiLevelType w:val="hybridMultilevel"/>
    <w:tmpl w:val="813A21F4"/>
    <w:lvl w:ilvl="0" w:tplc="DBF040FC">
      <w:start w:val="3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5">
    <w:nsid w:val="72C25612"/>
    <w:multiLevelType w:val="hybridMultilevel"/>
    <w:tmpl w:val="A412EFD8"/>
    <w:lvl w:ilvl="0" w:tplc="66E6EA9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9021350"/>
    <w:multiLevelType w:val="hybridMultilevel"/>
    <w:tmpl w:val="72D003EC"/>
    <w:lvl w:ilvl="0" w:tplc="7ABE4F8E">
      <w:start w:val="9"/>
      <w:numFmt w:val="decimalZero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ACC2434"/>
    <w:multiLevelType w:val="hybridMultilevel"/>
    <w:tmpl w:val="760E5926"/>
    <w:lvl w:ilvl="0" w:tplc="E7D6C3B4">
      <w:start w:val="1"/>
      <w:numFmt w:val="decimal"/>
      <w:lvlText w:val="%1-"/>
      <w:lvlJc w:val="left"/>
      <w:pPr>
        <w:ind w:left="36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7D946EFD"/>
    <w:multiLevelType w:val="hybridMultilevel"/>
    <w:tmpl w:val="75189610"/>
    <w:lvl w:ilvl="0" w:tplc="66E6EA9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8"/>
  </w:num>
  <w:num w:numId="4">
    <w:abstractNumId w:val="7"/>
  </w:num>
  <w:num w:numId="5">
    <w:abstractNumId w:val="14"/>
  </w:num>
  <w:num w:numId="6">
    <w:abstractNumId w:val="11"/>
  </w:num>
  <w:num w:numId="7">
    <w:abstractNumId w:val="25"/>
  </w:num>
  <w:num w:numId="8">
    <w:abstractNumId w:val="28"/>
  </w:num>
  <w:num w:numId="9">
    <w:abstractNumId w:val="18"/>
  </w:num>
  <w:num w:numId="10">
    <w:abstractNumId w:val="2"/>
  </w:num>
  <w:num w:numId="11">
    <w:abstractNumId w:val="9"/>
  </w:num>
  <w:num w:numId="12">
    <w:abstractNumId w:val="17"/>
  </w:num>
  <w:num w:numId="13">
    <w:abstractNumId w:val="15"/>
  </w:num>
  <w:num w:numId="14">
    <w:abstractNumId w:val="3"/>
  </w:num>
  <w:num w:numId="15">
    <w:abstractNumId w:val="24"/>
  </w:num>
  <w:num w:numId="16">
    <w:abstractNumId w:val="21"/>
  </w:num>
  <w:num w:numId="17">
    <w:abstractNumId w:val="13"/>
  </w:num>
  <w:num w:numId="18">
    <w:abstractNumId w:val="23"/>
  </w:num>
  <w:num w:numId="19">
    <w:abstractNumId w:val="4"/>
  </w:num>
  <w:num w:numId="20">
    <w:abstractNumId w:val="6"/>
  </w:num>
  <w:num w:numId="21">
    <w:abstractNumId w:val="22"/>
  </w:num>
  <w:num w:numId="22">
    <w:abstractNumId w:val="12"/>
  </w:num>
  <w:num w:numId="23">
    <w:abstractNumId w:val="26"/>
  </w:num>
  <w:num w:numId="24">
    <w:abstractNumId w:val="19"/>
  </w:num>
  <w:num w:numId="25">
    <w:abstractNumId w:val="27"/>
  </w:num>
  <w:num w:numId="26">
    <w:abstractNumId w:val="16"/>
  </w:num>
  <w:num w:numId="27">
    <w:abstractNumId w:val="20"/>
  </w:num>
  <w:num w:numId="28">
    <w:abstractNumId w:val="10"/>
  </w:num>
  <w:num w:numId="2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attachedTemplate r:id="rId1"/>
  <w:stylePaneFormatFilter w:val="00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A4053"/>
    <w:rsid w:val="00000770"/>
    <w:rsid w:val="0000120F"/>
    <w:rsid w:val="00006E15"/>
    <w:rsid w:val="00010D2F"/>
    <w:rsid w:val="00015323"/>
    <w:rsid w:val="00020E09"/>
    <w:rsid w:val="00022427"/>
    <w:rsid w:val="0002684F"/>
    <w:rsid w:val="00026F0F"/>
    <w:rsid w:val="00027643"/>
    <w:rsid w:val="00032D5D"/>
    <w:rsid w:val="00034E7E"/>
    <w:rsid w:val="000360A6"/>
    <w:rsid w:val="000436D6"/>
    <w:rsid w:val="000446CF"/>
    <w:rsid w:val="00050707"/>
    <w:rsid w:val="000534EE"/>
    <w:rsid w:val="0005358E"/>
    <w:rsid w:val="0005564F"/>
    <w:rsid w:val="00061770"/>
    <w:rsid w:val="00062DAA"/>
    <w:rsid w:val="000661F3"/>
    <w:rsid w:val="00070581"/>
    <w:rsid w:val="00071CAC"/>
    <w:rsid w:val="000730AB"/>
    <w:rsid w:val="00074DFE"/>
    <w:rsid w:val="00076FD5"/>
    <w:rsid w:val="0008018E"/>
    <w:rsid w:val="00084BC1"/>
    <w:rsid w:val="00085EC2"/>
    <w:rsid w:val="000868FE"/>
    <w:rsid w:val="00087D3F"/>
    <w:rsid w:val="00094BA2"/>
    <w:rsid w:val="00095491"/>
    <w:rsid w:val="000970C1"/>
    <w:rsid w:val="00097EE6"/>
    <w:rsid w:val="000B1E0F"/>
    <w:rsid w:val="000B28E8"/>
    <w:rsid w:val="000C10C3"/>
    <w:rsid w:val="000C24D9"/>
    <w:rsid w:val="000C4A52"/>
    <w:rsid w:val="000D5154"/>
    <w:rsid w:val="000E044C"/>
    <w:rsid w:val="000F01F1"/>
    <w:rsid w:val="000F5397"/>
    <w:rsid w:val="0010053F"/>
    <w:rsid w:val="00101C06"/>
    <w:rsid w:val="0010654A"/>
    <w:rsid w:val="00114DC1"/>
    <w:rsid w:val="0011670E"/>
    <w:rsid w:val="00116EA2"/>
    <w:rsid w:val="001171FD"/>
    <w:rsid w:val="00117B65"/>
    <w:rsid w:val="00117B91"/>
    <w:rsid w:val="00117E4B"/>
    <w:rsid w:val="001200E0"/>
    <w:rsid w:val="0012603B"/>
    <w:rsid w:val="00132894"/>
    <w:rsid w:val="001345DB"/>
    <w:rsid w:val="00137E62"/>
    <w:rsid w:val="00144661"/>
    <w:rsid w:val="00145B78"/>
    <w:rsid w:val="00145E4E"/>
    <w:rsid w:val="0014771C"/>
    <w:rsid w:val="0015286A"/>
    <w:rsid w:val="00153C34"/>
    <w:rsid w:val="00155D67"/>
    <w:rsid w:val="001567F4"/>
    <w:rsid w:val="00161499"/>
    <w:rsid w:val="00161C90"/>
    <w:rsid w:val="001707DF"/>
    <w:rsid w:val="00171023"/>
    <w:rsid w:val="00171BC1"/>
    <w:rsid w:val="00172736"/>
    <w:rsid w:val="00174C49"/>
    <w:rsid w:val="00176EB2"/>
    <w:rsid w:val="00177A71"/>
    <w:rsid w:val="001802D7"/>
    <w:rsid w:val="00181A50"/>
    <w:rsid w:val="001905D9"/>
    <w:rsid w:val="00194B34"/>
    <w:rsid w:val="001A0C5F"/>
    <w:rsid w:val="001A2576"/>
    <w:rsid w:val="001A4C4E"/>
    <w:rsid w:val="001A6000"/>
    <w:rsid w:val="001B19DD"/>
    <w:rsid w:val="001B3632"/>
    <w:rsid w:val="001C3705"/>
    <w:rsid w:val="001E6B36"/>
    <w:rsid w:val="001E6E75"/>
    <w:rsid w:val="001F5C98"/>
    <w:rsid w:val="00201EFF"/>
    <w:rsid w:val="002020DF"/>
    <w:rsid w:val="002027CA"/>
    <w:rsid w:val="002046F2"/>
    <w:rsid w:val="0021218E"/>
    <w:rsid w:val="00212528"/>
    <w:rsid w:val="0021419C"/>
    <w:rsid w:val="0021488D"/>
    <w:rsid w:val="002168E9"/>
    <w:rsid w:val="002170C2"/>
    <w:rsid w:val="00217B67"/>
    <w:rsid w:val="00217C70"/>
    <w:rsid w:val="002215A3"/>
    <w:rsid w:val="0022182D"/>
    <w:rsid w:val="00222D7A"/>
    <w:rsid w:val="00237071"/>
    <w:rsid w:val="00237550"/>
    <w:rsid w:val="00240CAC"/>
    <w:rsid w:val="00240EFC"/>
    <w:rsid w:val="00241853"/>
    <w:rsid w:val="00242858"/>
    <w:rsid w:val="002472CF"/>
    <w:rsid w:val="0025353F"/>
    <w:rsid w:val="00260807"/>
    <w:rsid w:val="00261639"/>
    <w:rsid w:val="00270A1E"/>
    <w:rsid w:val="00274E83"/>
    <w:rsid w:val="002809F5"/>
    <w:rsid w:val="002857F5"/>
    <w:rsid w:val="00295A08"/>
    <w:rsid w:val="002A0B68"/>
    <w:rsid w:val="002A1831"/>
    <w:rsid w:val="002A67F6"/>
    <w:rsid w:val="002B168C"/>
    <w:rsid w:val="002B2B1D"/>
    <w:rsid w:val="002B5062"/>
    <w:rsid w:val="002B5322"/>
    <w:rsid w:val="002B63FD"/>
    <w:rsid w:val="002C12BE"/>
    <w:rsid w:val="002C3573"/>
    <w:rsid w:val="002C50C0"/>
    <w:rsid w:val="002D68DD"/>
    <w:rsid w:val="002D715A"/>
    <w:rsid w:val="002D7B8A"/>
    <w:rsid w:val="002E03CD"/>
    <w:rsid w:val="002E43F4"/>
    <w:rsid w:val="002E4A19"/>
    <w:rsid w:val="002E7C3A"/>
    <w:rsid w:val="002F0608"/>
    <w:rsid w:val="002F0D6A"/>
    <w:rsid w:val="002F57C6"/>
    <w:rsid w:val="0030350A"/>
    <w:rsid w:val="003132F8"/>
    <w:rsid w:val="00316B6E"/>
    <w:rsid w:val="00316BF1"/>
    <w:rsid w:val="00333716"/>
    <w:rsid w:val="00334CBF"/>
    <w:rsid w:val="00336922"/>
    <w:rsid w:val="00343A86"/>
    <w:rsid w:val="00345FEA"/>
    <w:rsid w:val="0034730D"/>
    <w:rsid w:val="00365ADB"/>
    <w:rsid w:val="003728F7"/>
    <w:rsid w:val="00380FD6"/>
    <w:rsid w:val="003815F7"/>
    <w:rsid w:val="00381729"/>
    <w:rsid w:val="003843C1"/>
    <w:rsid w:val="00385B55"/>
    <w:rsid w:val="003902D5"/>
    <w:rsid w:val="00390B40"/>
    <w:rsid w:val="00396BD7"/>
    <w:rsid w:val="003A0956"/>
    <w:rsid w:val="003A2397"/>
    <w:rsid w:val="003A28F9"/>
    <w:rsid w:val="003A2DDB"/>
    <w:rsid w:val="003A3AE0"/>
    <w:rsid w:val="003A7FC5"/>
    <w:rsid w:val="003B3AA9"/>
    <w:rsid w:val="003B5CC3"/>
    <w:rsid w:val="003B64FE"/>
    <w:rsid w:val="003B7992"/>
    <w:rsid w:val="003C2E93"/>
    <w:rsid w:val="003C6E5D"/>
    <w:rsid w:val="003D16D9"/>
    <w:rsid w:val="003D1FA8"/>
    <w:rsid w:val="003D20B4"/>
    <w:rsid w:val="003E0189"/>
    <w:rsid w:val="003E1D45"/>
    <w:rsid w:val="003E3616"/>
    <w:rsid w:val="003E506B"/>
    <w:rsid w:val="003E6198"/>
    <w:rsid w:val="003E6B7C"/>
    <w:rsid w:val="003E723A"/>
    <w:rsid w:val="003F2C56"/>
    <w:rsid w:val="00402F41"/>
    <w:rsid w:val="00403675"/>
    <w:rsid w:val="00417308"/>
    <w:rsid w:val="0043284B"/>
    <w:rsid w:val="00433F64"/>
    <w:rsid w:val="00434E1F"/>
    <w:rsid w:val="0043671C"/>
    <w:rsid w:val="00440A23"/>
    <w:rsid w:val="00442E46"/>
    <w:rsid w:val="004431EF"/>
    <w:rsid w:val="00447426"/>
    <w:rsid w:val="00447BCC"/>
    <w:rsid w:val="00456F51"/>
    <w:rsid w:val="004570D1"/>
    <w:rsid w:val="00463C12"/>
    <w:rsid w:val="004646C5"/>
    <w:rsid w:val="00467C18"/>
    <w:rsid w:val="004808D4"/>
    <w:rsid w:val="0048384C"/>
    <w:rsid w:val="00485189"/>
    <w:rsid w:val="00487797"/>
    <w:rsid w:val="00490409"/>
    <w:rsid w:val="004A02A3"/>
    <w:rsid w:val="004A4DAB"/>
    <w:rsid w:val="004A4E8A"/>
    <w:rsid w:val="004B1D6B"/>
    <w:rsid w:val="004B23BC"/>
    <w:rsid w:val="004B2677"/>
    <w:rsid w:val="004B2718"/>
    <w:rsid w:val="004B522E"/>
    <w:rsid w:val="004B7EC5"/>
    <w:rsid w:val="004C6ED8"/>
    <w:rsid w:val="004C74D0"/>
    <w:rsid w:val="004D088D"/>
    <w:rsid w:val="004D516E"/>
    <w:rsid w:val="004E0901"/>
    <w:rsid w:val="004E5805"/>
    <w:rsid w:val="004F0D61"/>
    <w:rsid w:val="004F4897"/>
    <w:rsid w:val="00501074"/>
    <w:rsid w:val="00504A4A"/>
    <w:rsid w:val="00505388"/>
    <w:rsid w:val="00505895"/>
    <w:rsid w:val="00506BB0"/>
    <w:rsid w:val="005078C2"/>
    <w:rsid w:val="005132B8"/>
    <w:rsid w:val="005148AF"/>
    <w:rsid w:val="005207A0"/>
    <w:rsid w:val="00526FAF"/>
    <w:rsid w:val="00535CAC"/>
    <w:rsid w:val="0053755B"/>
    <w:rsid w:val="00540D5E"/>
    <w:rsid w:val="00542652"/>
    <w:rsid w:val="00545A55"/>
    <w:rsid w:val="00551944"/>
    <w:rsid w:val="00553AF1"/>
    <w:rsid w:val="0055528D"/>
    <w:rsid w:val="005578A4"/>
    <w:rsid w:val="005606E5"/>
    <w:rsid w:val="00564823"/>
    <w:rsid w:val="00565CB6"/>
    <w:rsid w:val="00574157"/>
    <w:rsid w:val="00580ADA"/>
    <w:rsid w:val="00582AAB"/>
    <w:rsid w:val="00582DBE"/>
    <w:rsid w:val="00584EA9"/>
    <w:rsid w:val="005853E4"/>
    <w:rsid w:val="00586601"/>
    <w:rsid w:val="00592940"/>
    <w:rsid w:val="00597B22"/>
    <w:rsid w:val="005A4BB3"/>
    <w:rsid w:val="005A7129"/>
    <w:rsid w:val="005A7E19"/>
    <w:rsid w:val="005B384C"/>
    <w:rsid w:val="005B5D55"/>
    <w:rsid w:val="005C45D6"/>
    <w:rsid w:val="005C4D61"/>
    <w:rsid w:val="005C6E6C"/>
    <w:rsid w:val="005D14BB"/>
    <w:rsid w:val="005D2124"/>
    <w:rsid w:val="005D271D"/>
    <w:rsid w:val="005E0119"/>
    <w:rsid w:val="005E1303"/>
    <w:rsid w:val="005E2B2B"/>
    <w:rsid w:val="005E5B2C"/>
    <w:rsid w:val="005E758B"/>
    <w:rsid w:val="005F4DE3"/>
    <w:rsid w:val="005F73A2"/>
    <w:rsid w:val="006055A9"/>
    <w:rsid w:val="0061306E"/>
    <w:rsid w:val="006135CA"/>
    <w:rsid w:val="00616013"/>
    <w:rsid w:val="00616B2C"/>
    <w:rsid w:val="006536D6"/>
    <w:rsid w:val="00655D93"/>
    <w:rsid w:val="006605BE"/>
    <w:rsid w:val="00662779"/>
    <w:rsid w:val="00666ADB"/>
    <w:rsid w:val="00673A26"/>
    <w:rsid w:val="006753A9"/>
    <w:rsid w:val="006754E7"/>
    <w:rsid w:val="006760F5"/>
    <w:rsid w:val="0068578F"/>
    <w:rsid w:val="00685CA7"/>
    <w:rsid w:val="00686F5B"/>
    <w:rsid w:val="00695B04"/>
    <w:rsid w:val="006B0336"/>
    <w:rsid w:val="006C1A0A"/>
    <w:rsid w:val="006C45D6"/>
    <w:rsid w:val="006C6043"/>
    <w:rsid w:val="006C7A45"/>
    <w:rsid w:val="006D67B0"/>
    <w:rsid w:val="006E16E2"/>
    <w:rsid w:val="006E206C"/>
    <w:rsid w:val="006E52CF"/>
    <w:rsid w:val="006E5D43"/>
    <w:rsid w:val="006F20EE"/>
    <w:rsid w:val="006F5D6F"/>
    <w:rsid w:val="006F5E6B"/>
    <w:rsid w:val="006F7883"/>
    <w:rsid w:val="00700393"/>
    <w:rsid w:val="00713B86"/>
    <w:rsid w:val="00716A54"/>
    <w:rsid w:val="00733D58"/>
    <w:rsid w:val="00737A5A"/>
    <w:rsid w:val="00743350"/>
    <w:rsid w:val="00743D07"/>
    <w:rsid w:val="0074554A"/>
    <w:rsid w:val="00745756"/>
    <w:rsid w:val="007479B0"/>
    <w:rsid w:val="00747D31"/>
    <w:rsid w:val="007540D5"/>
    <w:rsid w:val="00755AE8"/>
    <w:rsid w:val="00755BBF"/>
    <w:rsid w:val="00757B12"/>
    <w:rsid w:val="00761361"/>
    <w:rsid w:val="007620CF"/>
    <w:rsid w:val="00763101"/>
    <w:rsid w:val="007651A5"/>
    <w:rsid w:val="00766DA8"/>
    <w:rsid w:val="00770C46"/>
    <w:rsid w:val="00771154"/>
    <w:rsid w:val="007765A4"/>
    <w:rsid w:val="007805F8"/>
    <w:rsid w:val="00783AF5"/>
    <w:rsid w:val="00784654"/>
    <w:rsid w:val="00787FC1"/>
    <w:rsid w:val="007912E2"/>
    <w:rsid w:val="00791441"/>
    <w:rsid w:val="00793468"/>
    <w:rsid w:val="00797A23"/>
    <w:rsid w:val="007A4CE7"/>
    <w:rsid w:val="007A5B57"/>
    <w:rsid w:val="007A6A75"/>
    <w:rsid w:val="007B5F12"/>
    <w:rsid w:val="007C2923"/>
    <w:rsid w:val="007C2FAC"/>
    <w:rsid w:val="007C428F"/>
    <w:rsid w:val="007C7527"/>
    <w:rsid w:val="007E7D40"/>
    <w:rsid w:val="007F1C3D"/>
    <w:rsid w:val="007F3EB3"/>
    <w:rsid w:val="007F5C10"/>
    <w:rsid w:val="007F727C"/>
    <w:rsid w:val="0080037A"/>
    <w:rsid w:val="00800DF8"/>
    <w:rsid w:val="00801F87"/>
    <w:rsid w:val="00804CF0"/>
    <w:rsid w:val="0081123C"/>
    <w:rsid w:val="00825E7C"/>
    <w:rsid w:val="00831B1A"/>
    <w:rsid w:val="0083366A"/>
    <w:rsid w:val="0083502B"/>
    <w:rsid w:val="00854E41"/>
    <w:rsid w:val="00855F9B"/>
    <w:rsid w:val="00856370"/>
    <w:rsid w:val="008615EB"/>
    <w:rsid w:val="00870B9C"/>
    <w:rsid w:val="00880E13"/>
    <w:rsid w:val="00882D29"/>
    <w:rsid w:val="00893750"/>
    <w:rsid w:val="008A1BED"/>
    <w:rsid w:val="008A2D55"/>
    <w:rsid w:val="008A39D2"/>
    <w:rsid w:val="008B2552"/>
    <w:rsid w:val="008B3FD0"/>
    <w:rsid w:val="008B4B58"/>
    <w:rsid w:val="008B5216"/>
    <w:rsid w:val="008B6A34"/>
    <w:rsid w:val="008C009C"/>
    <w:rsid w:val="008C3BE5"/>
    <w:rsid w:val="008D2B99"/>
    <w:rsid w:val="008D3574"/>
    <w:rsid w:val="008E1277"/>
    <w:rsid w:val="008E490F"/>
    <w:rsid w:val="008F7F19"/>
    <w:rsid w:val="009001F8"/>
    <w:rsid w:val="009015E0"/>
    <w:rsid w:val="0090400E"/>
    <w:rsid w:val="0091264D"/>
    <w:rsid w:val="009209BE"/>
    <w:rsid w:val="0092154A"/>
    <w:rsid w:val="00922A5A"/>
    <w:rsid w:val="0092564C"/>
    <w:rsid w:val="00925A09"/>
    <w:rsid w:val="0093192E"/>
    <w:rsid w:val="0093579C"/>
    <w:rsid w:val="00935AB7"/>
    <w:rsid w:val="009447D4"/>
    <w:rsid w:val="00944D80"/>
    <w:rsid w:val="009463D5"/>
    <w:rsid w:val="00946C67"/>
    <w:rsid w:val="00950857"/>
    <w:rsid w:val="00953B2F"/>
    <w:rsid w:val="009547C7"/>
    <w:rsid w:val="00954FCD"/>
    <w:rsid w:val="009649B5"/>
    <w:rsid w:val="00983350"/>
    <w:rsid w:val="00986907"/>
    <w:rsid w:val="00992115"/>
    <w:rsid w:val="009929CE"/>
    <w:rsid w:val="0099799D"/>
    <w:rsid w:val="009A034C"/>
    <w:rsid w:val="009A3721"/>
    <w:rsid w:val="009A4262"/>
    <w:rsid w:val="009B1266"/>
    <w:rsid w:val="009B2E08"/>
    <w:rsid w:val="009B3DDD"/>
    <w:rsid w:val="009B4352"/>
    <w:rsid w:val="009B7B10"/>
    <w:rsid w:val="009C113C"/>
    <w:rsid w:val="009C3C31"/>
    <w:rsid w:val="009C6E94"/>
    <w:rsid w:val="009C7883"/>
    <w:rsid w:val="009D1115"/>
    <w:rsid w:val="009D2199"/>
    <w:rsid w:val="009D3E6D"/>
    <w:rsid w:val="009D403D"/>
    <w:rsid w:val="009D706E"/>
    <w:rsid w:val="009F1798"/>
    <w:rsid w:val="009F5E09"/>
    <w:rsid w:val="00A00B44"/>
    <w:rsid w:val="00A01EAE"/>
    <w:rsid w:val="00A028E4"/>
    <w:rsid w:val="00A03A5C"/>
    <w:rsid w:val="00A04874"/>
    <w:rsid w:val="00A056B4"/>
    <w:rsid w:val="00A06792"/>
    <w:rsid w:val="00A216F1"/>
    <w:rsid w:val="00A21F77"/>
    <w:rsid w:val="00A22FD5"/>
    <w:rsid w:val="00A25B56"/>
    <w:rsid w:val="00A27495"/>
    <w:rsid w:val="00A277A6"/>
    <w:rsid w:val="00A31B3D"/>
    <w:rsid w:val="00A31D03"/>
    <w:rsid w:val="00A32208"/>
    <w:rsid w:val="00A36B0B"/>
    <w:rsid w:val="00A37E3F"/>
    <w:rsid w:val="00A50415"/>
    <w:rsid w:val="00A60021"/>
    <w:rsid w:val="00A625CE"/>
    <w:rsid w:val="00A63EC6"/>
    <w:rsid w:val="00A661E6"/>
    <w:rsid w:val="00A73FA4"/>
    <w:rsid w:val="00A75C4E"/>
    <w:rsid w:val="00A81F31"/>
    <w:rsid w:val="00A81FED"/>
    <w:rsid w:val="00A91CD9"/>
    <w:rsid w:val="00A9313A"/>
    <w:rsid w:val="00AA1214"/>
    <w:rsid w:val="00AA34B4"/>
    <w:rsid w:val="00AA5211"/>
    <w:rsid w:val="00AA5700"/>
    <w:rsid w:val="00AA62AF"/>
    <w:rsid w:val="00AA6AFF"/>
    <w:rsid w:val="00AB2E3A"/>
    <w:rsid w:val="00AB4438"/>
    <w:rsid w:val="00AC06ED"/>
    <w:rsid w:val="00AC6145"/>
    <w:rsid w:val="00AD268C"/>
    <w:rsid w:val="00AD4A43"/>
    <w:rsid w:val="00AD4A96"/>
    <w:rsid w:val="00AD5D88"/>
    <w:rsid w:val="00AD65F9"/>
    <w:rsid w:val="00AE4F45"/>
    <w:rsid w:val="00AF1111"/>
    <w:rsid w:val="00AF2D1A"/>
    <w:rsid w:val="00AF38B6"/>
    <w:rsid w:val="00AF6678"/>
    <w:rsid w:val="00B049D3"/>
    <w:rsid w:val="00B05B78"/>
    <w:rsid w:val="00B13FC7"/>
    <w:rsid w:val="00B20ECA"/>
    <w:rsid w:val="00B25564"/>
    <w:rsid w:val="00B30C12"/>
    <w:rsid w:val="00B32A0A"/>
    <w:rsid w:val="00B36A0A"/>
    <w:rsid w:val="00B40476"/>
    <w:rsid w:val="00B447A3"/>
    <w:rsid w:val="00B44B65"/>
    <w:rsid w:val="00B47C39"/>
    <w:rsid w:val="00B47D35"/>
    <w:rsid w:val="00B53669"/>
    <w:rsid w:val="00B57C9D"/>
    <w:rsid w:val="00B6176E"/>
    <w:rsid w:val="00B74C74"/>
    <w:rsid w:val="00B766D1"/>
    <w:rsid w:val="00B77582"/>
    <w:rsid w:val="00B916EA"/>
    <w:rsid w:val="00B91FDD"/>
    <w:rsid w:val="00B92D30"/>
    <w:rsid w:val="00B9779F"/>
    <w:rsid w:val="00B97860"/>
    <w:rsid w:val="00BA3AFB"/>
    <w:rsid w:val="00BA7766"/>
    <w:rsid w:val="00BB7A72"/>
    <w:rsid w:val="00BC301A"/>
    <w:rsid w:val="00BC679F"/>
    <w:rsid w:val="00BC6F3C"/>
    <w:rsid w:val="00BD789B"/>
    <w:rsid w:val="00BD79CE"/>
    <w:rsid w:val="00BD7C13"/>
    <w:rsid w:val="00BE10CC"/>
    <w:rsid w:val="00BE69C6"/>
    <w:rsid w:val="00BF356A"/>
    <w:rsid w:val="00BF5639"/>
    <w:rsid w:val="00C0556D"/>
    <w:rsid w:val="00C11424"/>
    <w:rsid w:val="00C13C98"/>
    <w:rsid w:val="00C2404B"/>
    <w:rsid w:val="00C301BC"/>
    <w:rsid w:val="00C31746"/>
    <w:rsid w:val="00C342CC"/>
    <w:rsid w:val="00C35DFF"/>
    <w:rsid w:val="00C40760"/>
    <w:rsid w:val="00C4581C"/>
    <w:rsid w:val="00C534D5"/>
    <w:rsid w:val="00C560D1"/>
    <w:rsid w:val="00C62CC2"/>
    <w:rsid w:val="00C64358"/>
    <w:rsid w:val="00C67A30"/>
    <w:rsid w:val="00C75EB0"/>
    <w:rsid w:val="00C81294"/>
    <w:rsid w:val="00C82F1B"/>
    <w:rsid w:val="00C852B4"/>
    <w:rsid w:val="00C87913"/>
    <w:rsid w:val="00C936ED"/>
    <w:rsid w:val="00C93DB8"/>
    <w:rsid w:val="00C95082"/>
    <w:rsid w:val="00CA2D06"/>
    <w:rsid w:val="00CA4053"/>
    <w:rsid w:val="00CA476E"/>
    <w:rsid w:val="00CA6F91"/>
    <w:rsid w:val="00CB05CD"/>
    <w:rsid w:val="00CB475B"/>
    <w:rsid w:val="00CB7023"/>
    <w:rsid w:val="00CC0EE8"/>
    <w:rsid w:val="00CC3476"/>
    <w:rsid w:val="00CC4C68"/>
    <w:rsid w:val="00CC6D8F"/>
    <w:rsid w:val="00CC6FA7"/>
    <w:rsid w:val="00CD06B2"/>
    <w:rsid w:val="00CD1CE9"/>
    <w:rsid w:val="00CD3ADE"/>
    <w:rsid w:val="00CD4BCD"/>
    <w:rsid w:val="00CD6D7D"/>
    <w:rsid w:val="00CE1329"/>
    <w:rsid w:val="00CE3353"/>
    <w:rsid w:val="00CF0568"/>
    <w:rsid w:val="00CF1874"/>
    <w:rsid w:val="00CF2365"/>
    <w:rsid w:val="00D04167"/>
    <w:rsid w:val="00D14B7A"/>
    <w:rsid w:val="00D15065"/>
    <w:rsid w:val="00D1624A"/>
    <w:rsid w:val="00D22B15"/>
    <w:rsid w:val="00D22CA8"/>
    <w:rsid w:val="00D444DE"/>
    <w:rsid w:val="00D453C6"/>
    <w:rsid w:val="00D500D1"/>
    <w:rsid w:val="00D55AA9"/>
    <w:rsid w:val="00D64BA8"/>
    <w:rsid w:val="00D83FA0"/>
    <w:rsid w:val="00D84C36"/>
    <w:rsid w:val="00D853C5"/>
    <w:rsid w:val="00D94435"/>
    <w:rsid w:val="00D95723"/>
    <w:rsid w:val="00DA07FE"/>
    <w:rsid w:val="00DA22F9"/>
    <w:rsid w:val="00DB34A7"/>
    <w:rsid w:val="00DB43E9"/>
    <w:rsid w:val="00DB68B6"/>
    <w:rsid w:val="00DC238C"/>
    <w:rsid w:val="00DC2EB1"/>
    <w:rsid w:val="00DC5A5C"/>
    <w:rsid w:val="00DC5D78"/>
    <w:rsid w:val="00DC6216"/>
    <w:rsid w:val="00DC6774"/>
    <w:rsid w:val="00DD55B6"/>
    <w:rsid w:val="00DE0B9D"/>
    <w:rsid w:val="00DF3A69"/>
    <w:rsid w:val="00DF40E1"/>
    <w:rsid w:val="00DF5160"/>
    <w:rsid w:val="00E002D1"/>
    <w:rsid w:val="00E016D3"/>
    <w:rsid w:val="00E026E7"/>
    <w:rsid w:val="00E04BEB"/>
    <w:rsid w:val="00E04C3A"/>
    <w:rsid w:val="00E04E46"/>
    <w:rsid w:val="00E136D1"/>
    <w:rsid w:val="00E16D14"/>
    <w:rsid w:val="00E21EE8"/>
    <w:rsid w:val="00E22E65"/>
    <w:rsid w:val="00E23AE7"/>
    <w:rsid w:val="00E526AF"/>
    <w:rsid w:val="00E534DC"/>
    <w:rsid w:val="00E568B1"/>
    <w:rsid w:val="00E63E82"/>
    <w:rsid w:val="00E6421A"/>
    <w:rsid w:val="00E70290"/>
    <w:rsid w:val="00E80633"/>
    <w:rsid w:val="00E834C6"/>
    <w:rsid w:val="00E8746A"/>
    <w:rsid w:val="00E916CC"/>
    <w:rsid w:val="00E94E2A"/>
    <w:rsid w:val="00E96971"/>
    <w:rsid w:val="00E9751D"/>
    <w:rsid w:val="00EA5F03"/>
    <w:rsid w:val="00EB0338"/>
    <w:rsid w:val="00EC2614"/>
    <w:rsid w:val="00EC366B"/>
    <w:rsid w:val="00EC3F55"/>
    <w:rsid w:val="00EC4CD4"/>
    <w:rsid w:val="00EC6B8E"/>
    <w:rsid w:val="00ED0E84"/>
    <w:rsid w:val="00ED1312"/>
    <w:rsid w:val="00ED1E0E"/>
    <w:rsid w:val="00ED40AF"/>
    <w:rsid w:val="00ED736E"/>
    <w:rsid w:val="00EE676E"/>
    <w:rsid w:val="00EE7FC1"/>
    <w:rsid w:val="00EF3F46"/>
    <w:rsid w:val="00F00C49"/>
    <w:rsid w:val="00F018B4"/>
    <w:rsid w:val="00F05489"/>
    <w:rsid w:val="00F07D64"/>
    <w:rsid w:val="00F22EEB"/>
    <w:rsid w:val="00F27E8E"/>
    <w:rsid w:val="00F27F97"/>
    <w:rsid w:val="00F30EA7"/>
    <w:rsid w:val="00F32934"/>
    <w:rsid w:val="00F3429A"/>
    <w:rsid w:val="00F41886"/>
    <w:rsid w:val="00F42E29"/>
    <w:rsid w:val="00F444CB"/>
    <w:rsid w:val="00F60379"/>
    <w:rsid w:val="00F606B2"/>
    <w:rsid w:val="00F620F1"/>
    <w:rsid w:val="00F646D0"/>
    <w:rsid w:val="00F65987"/>
    <w:rsid w:val="00F71AED"/>
    <w:rsid w:val="00F76F08"/>
    <w:rsid w:val="00F80761"/>
    <w:rsid w:val="00F815B8"/>
    <w:rsid w:val="00F86B83"/>
    <w:rsid w:val="00F86F33"/>
    <w:rsid w:val="00F933F5"/>
    <w:rsid w:val="00FA3306"/>
    <w:rsid w:val="00FA608D"/>
    <w:rsid w:val="00FA7E6F"/>
    <w:rsid w:val="00FB3092"/>
    <w:rsid w:val="00FB3381"/>
    <w:rsid w:val="00FC4547"/>
    <w:rsid w:val="00FE1CB2"/>
    <w:rsid w:val="00FE764B"/>
    <w:rsid w:val="00FF21A6"/>
    <w:rsid w:val="00FF23C6"/>
    <w:rsid w:val="00FF25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8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E94"/>
    <w:pPr>
      <w:suppressAutoHyphens/>
    </w:pPr>
    <w:rPr>
      <w:lang w:eastAsia="ar-SA"/>
    </w:rPr>
  </w:style>
  <w:style w:type="paragraph" w:styleId="Titre1">
    <w:name w:val="heading 1"/>
    <w:basedOn w:val="Normal"/>
    <w:next w:val="Normal"/>
    <w:qFormat/>
    <w:rsid w:val="009C6E94"/>
    <w:pPr>
      <w:keepNext/>
      <w:numPr>
        <w:numId w:val="1"/>
      </w:numPr>
      <w:jc w:val="center"/>
      <w:outlineLvl w:val="0"/>
    </w:pPr>
    <w:rPr>
      <w:b/>
      <w:bCs/>
    </w:rPr>
  </w:style>
  <w:style w:type="paragraph" w:styleId="Titre2">
    <w:name w:val="heading 2"/>
    <w:basedOn w:val="Normal"/>
    <w:next w:val="Normal"/>
    <w:qFormat/>
    <w:rsid w:val="009C6E94"/>
    <w:pPr>
      <w:keepNext/>
      <w:numPr>
        <w:ilvl w:val="1"/>
        <w:numId w:val="1"/>
      </w:numPr>
      <w:jc w:val="both"/>
      <w:outlineLvl w:val="1"/>
    </w:pPr>
    <w:rPr>
      <w:b/>
      <w:bCs/>
    </w:rPr>
  </w:style>
  <w:style w:type="paragraph" w:styleId="Titre3">
    <w:name w:val="heading 3"/>
    <w:basedOn w:val="Normal"/>
    <w:next w:val="Normal"/>
    <w:qFormat/>
    <w:rsid w:val="009C6E94"/>
    <w:pPr>
      <w:keepNext/>
      <w:numPr>
        <w:ilvl w:val="2"/>
        <w:numId w:val="1"/>
      </w:numPr>
      <w:jc w:val="right"/>
      <w:outlineLvl w:val="2"/>
    </w:pPr>
    <w:rPr>
      <w:b/>
      <w:bCs/>
    </w:rPr>
  </w:style>
  <w:style w:type="paragraph" w:styleId="Titre4">
    <w:name w:val="heading 4"/>
    <w:basedOn w:val="Normal"/>
    <w:next w:val="Normal"/>
    <w:qFormat/>
    <w:rsid w:val="009C6E94"/>
    <w:pPr>
      <w:keepNext/>
      <w:numPr>
        <w:ilvl w:val="3"/>
        <w:numId w:val="1"/>
      </w:numPr>
      <w:outlineLvl w:val="3"/>
    </w:pPr>
    <w:rPr>
      <w:b/>
      <w:bCs/>
    </w:rPr>
  </w:style>
  <w:style w:type="paragraph" w:styleId="Titre5">
    <w:name w:val="heading 5"/>
    <w:basedOn w:val="Normal"/>
    <w:next w:val="Normal"/>
    <w:qFormat/>
    <w:rsid w:val="009C6E94"/>
    <w:pPr>
      <w:keepNext/>
      <w:numPr>
        <w:ilvl w:val="4"/>
        <w:numId w:val="1"/>
      </w:numPr>
      <w:ind w:left="-851" w:firstLine="0"/>
      <w:jc w:val="center"/>
      <w:outlineLvl w:val="4"/>
    </w:pPr>
    <w:rPr>
      <w:b/>
      <w:bCs/>
      <w:color w:val="008000"/>
      <w:sz w:val="28"/>
      <w:szCs w:val="28"/>
    </w:rPr>
  </w:style>
  <w:style w:type="paragraph" w:styleId="Titre6">
    <w:name w:val="heading 6"/>
    <w:basedOn w:val="Normal"/>
    <w:next w:val="Normal"/>
    <w:qFormat/>
    <w:rsid w:val="009C6E94"/>
    <w:pPr>
      <w:keepNext/>
      <w:numPr>
        <w:ilvl w:val="5"/>
        <w:numId w:val="1"/>
      </w:numPr>
      <w:jc w:val="both"/>
      <w:outlineLvl w:val="5"/>
    </w:pPr>
    <w:rPr>
      <w:b/>
      <w:bCs/>
      <w:sz w:val="22"/>
      <w:szCs w:val="22"/>
    </w:rPr>
  </w:style>
  <w:style w:type="paragraph" w:styleId="Titre7">
    <w:name w:val="heading 7"/>
    <w:basedOn w:val="Normal"/>
    <w:next w:val="Normal"/>
    <w:qFormat/>
    <w:rsid w:val="009C6E94"/>
    <w:pPr>
      <w:keepNext/>
      <w:numPr>
        <w:ilvl w:val="6"/>
        <w:numId w:val="1"/>
      </w:numPr>
      <w:jc w:val="center"/>
      <w:outlineLvl w:val="6"/>
    </w:pPr>
    <w:rPr>
      <w:b/>
      <w:bCs/>
      <w:sz w:val="32"/>
      <w:szCs w:val="32"/>
    </w:rPr>
  </w:style>
  <w:style w:type="paragraph" w:styleId="Titre8">
    <w:name w:val="heading 8"/>
    <w:basedOn w:val="Normal"/>
    <w:next w:val="Normal"/>
    <w:qFormat/>
    <w:rsid w:val="009C6E94"/>
    <w:pPr>
      <w:keepNext/>
      <w:numPr>
        <w:ilvl w:val="7"/>
        <w:numId w:val="1"/>
      </w:numPr>
      <w:jc w:val="center"/>
      <w:outlineLvl w:val="7"/>
    </w:pPr>
    <w:rPr>
      <w:b/>
      <w:bCs/>
      <w:sz w:val="24"/>
      <w:szCs w:val="24"/>
    </w:rPr>
  </w:style>
  <w:style w:type="paragraph" w:styleId="Titre9">
    <w:name w:val="heading 9"/>
    <w:basedOn w:val="Normal"/>
    <w:next w:val="Normal"/>
    <w:qFormat/>
    <w:rsid w:val="009C6E94"/>
    <w:pPr>
      <w:keepNext/>
      <w:numPr>
        <w:ilvl w:val="8"/>
        <w:numId w:val="1"/>
      </w:numPr>
      <w:jc w:val="both"/>
      <w:outlineLvl w:val="8"/>
    </w:pPr>
    <w:rPr>
      <w:b/>
      <w:bCs/>
      <w:i/>
      <w:iCs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1z0">
    <w:name w:val="WW8Num1z0"/>
    <w:rsid w:val="009C6E94"/>
    <w:rPr>
      <w:rFonts w:ascii="Times New Roman" w:eastAsia="Times New Roman" w:hAnsi="Times New Roman" w:cs="Times New Roman"/>
    </w:rPr>
  </w:style>
  <w:style w:type="character" w:customStyle="1" w:styleId="WW8Num1z1">
    <w:name w:val="WW8Num1z1"/>
    <w:rsid w:val="009C6E94"/>
    <w:rPr>
      <w:rFonts w:ascii="Courier New" w:hAnsi="Courier New" w:cs="Courier New"/>
    </w:rPr>
  </w:style>
  <w:style w:type="character" w:customStyle="1" w:styleId="WW8Num1z2">
    <w:name w:val="WW8Num1z2"/>
    <w:rsid w:val="009C6E94"/>
    <w:rPr>
      <w:rFonts w:ascii="Wingdings" w:hAnsi="Wingdings"/>
    </w:rPr>
  </w:style>
  <w:style w:type="character" w:customStyle="1" w:styleId="WW8Num1z3">
    <w:name w:val="WW8Num1z3"/>
    <w:rsid w:val="009C6E94"/>
    <w:rPr>
      <w:rFonts w:ascii="Symbol" w:hAnsi="Symbol"/>
    </w:rPr>
  </w:style>
  <w:style w:type="character" w:customStyle="1" w:styleId="WW8Num2z0">
    <w:name w:val="WW8Num2z0"/>
    <w:rsid w:val="009C6E94"/>
    <w:rPr>
      <w:rFonts w:ascii="Symbol" w:eastAsia="Times New Roman" w:hAnsi="Symbol" w:cs="Times New Roman"/>
    </w:rPr>
  </w:style>
  <w:style w:type="character" w:customStyle="1" w:styleId="WW8Num2z1">
    <w:name w:val="WW8Num2z1"/>
    <w:rsid w:val="009C6E94"/>
    <w:rPr>
      <w:rFonts w:ascii="Courier New" w:hAnsi="Courier New" w:cs="Courier New"/>
    </w:rPr>
  </w:style>
  <w:style w:type="character" w:customStyle="1" w:styleId="WW8Num2z2">
    <w:name w:val="WW8Num2z2"/>
    <w:rsid w:val="009C6E94"/>
    <w:rPr>
      <w:rFonts w:ascii="Wingdings" w:hAnsi="Wingdings"/>
    </w:rPr>
  </w:style>
  <w:style w:type="character" w:customStyle="1" w:styleId="WW8Num2z3">
    <w:name w:val="WW8Num2z3"/>
    <w:rsid w:val="009C6E94"/>
    <w:rPr>
      <w:rFonts w:ascii="Symbol" w:hAnsi="Symbol"/>
    </w:rPr>
  </w:style>
  <w:style w:type="character" w:customStyle="1" w:styleId="WW8Num4z0">
    <w:name w:val="WW8Num4z0"/>
    <w:rsid w:val="009C6E94"/>
    <w:rPr>
      <w:rFonts w:ascii="Calibri" w:eastAsia="Times New Roman" w:hAnsi="Calibri" w:cs="Calibri"/>
    </w:rPr>
  </w:style>
  <w:style w:type="character" w:customStyle="1" w:styleId="WW8Num4z1">
    <w:name w:val="WW8Num4z1"/>
    <w:rsid w:val="009C6E94"/>
    <w:rPr>
      <w:rFonts w:ascii="Courier New" w:hAnsi="Courier New" w:cs="Courier New"/>
    </w:rPr>
  </w:style>
  <w:style w:type="character" w:customStyle="1" w:styleId="WW8Num4z2">
    <w:name w:val="WW8Num4z2"/>
    <w:rsid w:val="009C6E94"/>
    <w:rPr>
      <w:rFonts w:ascii="Wingdings" w:hAnsi="Wingdings"/>
    </w:rPr>
  </w:style>
  <w:style w:type="character" w:customStyle="1" w:styleId="WW8Num4z3">
    <w:name w:val="WW8Num4z3"/>
    <w:rsid w:val="009C6E94"/>
    <w:rPr>
      <w:rFonts w:ascii="Symbol" w:hAnsi="Symbol"/>
    </w:rPr>
  </w:style>
  <w:style w:type="character" w:customStyle="1" w:styleId="WW8Num5z0">
    <w:name w:val="WW8Num5z0"/>
    <w:rsid w:val="009C6E94"/>
    <w:rPr>
      <w:rFonts w:ascii="Times New Roman" w:eastAsia="Times New Roman" w:hAnsi="Times New Roman" w:cs="Times New Roman"/>
      <w:i w:val="0"/>
    </w:rPr>
  </w:style>
  <w:style w:type="character" w:customStyle="1" w:styleId="WW8Num5z1">
    <w:name w:val="WW8Num5z1"/>
    <w:rsid w:val="009C6E94"/>
    <w:rPr>
      <w:rFonts w:ascii="Courier New" w:hAnsi="Courier New" w:cs="Courier New"/>
    </w:rPr>
  </w:style>
  <w:style w:type="character" w:customStyle="1" w:styleId="WW8Num5z2">
    <w:name w:val="WW8Num5z2"/>
    <w:rsid w:val="009C6E94"/>
    <w:rPr>
      <w:rFonts w:ascii="Wingdings" w:hAnsi="Wingdings"/>
    </w:rPr>
  </w:style>
  <w:style w:type="character" w:customStyle="1" w:styleId="WW8Num5z3">
    <w:name w:val="WW8Num5z3"/>
    <w:rsid w:val="009C6E94"/>
    <w:rPr>
      <w:rFonts w:ascii="Symbol" w:hAnsi="Symbol"/>
    </w:rPr>
  </w:style>
  <w:style w:type="character" w:customStyle="1" w:styleId="WW8Num6z0">
    <w:name w:val="WW8Num6z0"/>
    <w:rsid w:val="009C6E94"/>
    <w:rPr>
      <w:rFonts w:ascii="Arial" w:eastAsia="Times New Roman" w:hAnsi="Arial" w:cs="Arial"/>
    </w:rPr>
  </w:style>
  <w:style w:type="character" w:customStyle="1" w:styleId="WW8Num6z1">
    <w:name w:val="WW8Num6z1"/>
    <w:rsid w:val="009C6E94"/>
    <w:rPr>
      <w:rFonts w:ascii="Courier New" w:hAnsi="Courier New" w:cs="Courier New"/>
    </w:rPr>
  </w:style>
  <w:style w:type="character" w:customStyle="1" w:styleId="WW8Num6z2">
    <w:name w:val="WW8Num6z2"/>
    <w:rsid w:val="009C6E94"/>
    <w:rPr>
      <w:rFonts w:ascii="Wingdings" w:hAnsi="Wingdings"/>
    </w:rPr>
  </w:style>
  <w:style w:type="character" w:customStyle="1" w:styleId="WW8Num6z3">
    <w:name w:val="WW8Num6z3"/>
    <w:rsid w:val="009C6E94"/>
    <w:rPr>
      <w:rFonts w:ascii="Symbol" w:hAnsi="Symbol"/>
    </w:rPr>
  </w:style>
  <w:style w:type="character" w:customStyle="1" w:styleId="WW8Num7z0">
    <w:name w:val="WW8Num7z0"/>
    <w:rsid w:val="009C6E94"/>
    <w:rPr>
      <w:rFonts w:ascii="Times New Roman" w:eastAsia="Times New Roman" w:hAnsi="Times New Roman" w:cs="Times New Roman"/>
    </w:rPr>
  </w:style>
  <w:style w:type="character" w:customStyle="1" w:styleId="WW8Num7z1">
    <w:name w:val="WW8Num7z1"/>
    <w:rsid w:val="009C6E94"/>
    <w:rPr>
      <w:rFonts w:ascii="Courier New" w:hAnsi="Courier New" w:cs="Courier New"/>
    </w:rPr>
  </w:style>
  <w:style w:type="character" w:customStyle="1" w:styleId="WW8Num7z2">
    <w:name w:val="WW8Num7z2"/>
    <w:rsid w:val="009C6E94"/>
    <w:rPr>
      <w:rFonts w:ascii="Wingdings" w:hAnsi="Wingdings"/>
    </w:rPr>
  </w:style>
  <w:style w:type="character" w:customStyle="1" w:styleId="WW8Num7z3">
    <w:name w:val="WW8Num7z3"/>
    <w:rsid w:val="009C6E94"/>
    <w:rPr>
      <w:rFonts w:ascii="Symbol" w:hAnsi="Symbol"/>
    </w:rPr>
  </w:style>
  <w:style w:type="character" w:customStyle="1" w:styleId="WW8Num8z0">
    <w:name w:val="WW8Num8z0"/>
    <w:rsid w:val="009C6E94"/>
    <w:rPr>
      <w:rFonts w:ascii="Times New Roman" w:eastAsia="Times New Roman" w:hAnsi="Times New Roman" w:cs="Times New Roman"/>
    </w:rPr>
  </w:style>
  <w:style w:type="character" w:customStyle="1" w:styleId="WW8Num8z1">
    <w:name w:val="WW8Num8z1"/>
    <w:rsid w:val="009C6E94"/>
    <w:rPr>
      <w:rFonts w:ascii="Courier New" w:hAnsi="Courier New" w:cs="Courier New"/>
    </w:rPr>
  </w:style>
  <w:style w:type="character" w:customStyle="1" w:styleId="WW8Num8z2">
    <w:name w:val="WW8Num8z2"/>
    <w:rsid w:val="009C6E94"/>
    <w:rPr>
      <w:rFonts w:ascii="Wingdings" w:hAnsi="Wingdings"/>
    </w:rPr>
  </w:style>
  <w:style w:type="character" w:customStyle="1" w:styleId="WW8Num8z3">
    <w:name w:val="WW8Num8z3"/>
    <w:rsid w:val="009C6E94"/>
    <w:rPr>
      <w:rFonts w:ascii="Symbol" w:hAnsi="Symbol"/>
    </w:rPr>
  </w:style>
  <w:style w:type="character" w:customStyle="1" w:styleId="WW8Num9z0">
    <w:name w:val="WW8Num9z0"/>
    <w:rsid w:val="009C6E94"/>
    <w:rPr>
      <w:rFonts w:ascii="Times New Roman" w:eastAsia="Times New Roman" w:hAnsi="Times New Roman" w:cs="Times New Roman"/>
    </w:rPr>
  </w:style>
  <w:style w:type="character" w:customStyle="1" w:styleId="WW8Num9z1">
    <w:name w:val="WW8Num9z1"/>
    <w:rsid w:val="009C6E94"/>
    <w:rPr>
      <w:rFonts w:ascii="Courier New" w:hAnsi="Courier New" w:cs="Courier New"/>
    </w:rPr>
  </w:style>
  <w:style w:type="character" w:customStyle="1" w:styleId="WW8Num9z2">
    <w:name w:val="WW8Num9z2"/>
    <w:rsid w:val="009C6E94"/>
    <w:rPr>
      <w:rFonts w:ascii="Wingdings" w:hAnsi="Wingdings"/>
    </w:rPr>
  </w:style>
  <w:style w:type="character" w:customStyle="1" w:styleId="WW8Num9z3">
    <w:name w:val="WW8Num9z3"/>
    <w:rsid w:val="009C6E94"/>
    <w:rPr>
      <w:rFonts w:ascii="Symbol" w:hAnsi="Symbol"/>
    </w:rPr>
  </w:style>
  <w:style w:type="character" w:customStyle="1" w:styleId="WW8Num10z0">
    <w:name w:val="WW8Num10z0"/>
    <w:rsid w:val="009C6E94"/>
    <w:rPr>
      <w:rFonts w:ascii="Symbol" w:eastAsia="Times New Roman" w:hAnsi="Symbol" w:cs="Times New Roman"/>
    </w:rPr>
  </w:style>
  <w:style w:type="character" w:customStyle="1" w:styleId="WW8Num10z1">
    <w:name w:val="WW8Num10z1"/>
    <w:rsid w:val="009C6E94"/>
    <w:rPr>
      <w:rFonts w:ascii="Courier New" w:hAnsi="Courier New" w:cs="Courier New"/>
    </w:rPr>
  </w:style>
  <w:style w:type="character" w:customStyle="1" w:styleId="WW8Num10z2">
    <w:name w:val="WW8Num10z2"/>
    <w:rsid w:val="009C6E94"/>
    <w:rPr>
      <w:rFonts w:ascii="Wingdings" w:hAnsi="Wingdings"/>
    </w:rPr>
  </w:style>
  <w:style w:type="character" w:customStyle="1" w:styleId="WW8Num10z3">
    <w:name w:val="WW8Num10z3"/>
    <w:rsid w:val="009C6E94"/>
    <w:rPr>
      <w:rFonts w:ascii="Symbol" w:hAnsi="Symbol"/>
    </w:rPr>
  </w:style>
  <w:style w:type="character" w:customStyle="1" w:styleId="Policepardfaut1">
    <w:name w:val="Police par défaut1"/>
    <w:rsid w:val="009C6E94"/>
  </w:style>
  <w:style w:type="character" w:styleId="Lienhypertexte">
    <w:name w:val="Hyperlink"/>
    <w:basedOn w:val="Policepardfaut1"/>
    <w:uiPriority w:val="99"/>
    <w:rsid w:val="009C6E94"/>
    <w:rPr>
      <w:color w:val="0000FF"/>
      <w:u w:val="single"/>
    </w:rPr>
  </w:style>
  <w:style w:type="character" w:styleId="Accentuation">
    <w:name w:val="Emphasis"/>
    <w:basedOn w:val="Policepardfaut1"/>
    <w:qFormat/>
    <w:rsid w:val="009C6E94"/>
    <w:rPr>
      <w:i/>
      <w:iCs/>
    </w:rPr>
  </w:style>
  <w:style w:type="character" w:customStyle="1" w:styleId="En-tteCar">
    <w:name w:val="En-tête Car"/>
    <w:basedOn w:val="Policepardfaut1"/>
    <w:rsid w:val="009C6E94"/>
  </w:style>
  <w:style w:type="character" w:customStyle="1" w:styleId="PieddepageCar">
    <w:name w:val="Pied de page Car"/>
    <w:basedOn w:val="Policepardfaut1"/>
    <w:uiPriority w:val="99"/>
    <w:rsid w:val="009C6E94"/>
  </w:style>
  <w:style w:type="character" w:styleId="lev">
    <w:name w:val="Strong"/>
    <w:basedOn w:val="Policepardfaut1"/>
    <w:uiPriority w:val="22"/>
    <w:qFormat/>
    <w:rsid w:val="009C6E94"/>
    <w:rPr>
      <w:b/>
      <w:bCs/>
    </w:rPr>
  </w:style>
  <w:style w:type="character" w:customStyle="1" w:styleId="skypepnhprintcontainer">
    <w:name w:val="skype_pnh_print_container"/>
    <w:basedOn w:val="Policepardfaut1"/>
    <w:rsid w:val="009C6E94"/>
  </w:style>
  <w:style w:type="character" w:customStyle="1" w:styleId="skypepnhcontainer">
    <w:name w:val="skype_pnh_container"/>
    <w:basedOn w:val="Policepardfaut1"/>
    <w:rsid w:val="009C6E94"/>
  </w:style>
  <w:style w:type="character" w:customStyle="1" w:styleId="skypepnhmark">
    <w:name w:val="skype_pnh_mark"/>
    <w:basedOn w:val="Policepardfaut1"/>
    <w:rsid w:val="009C6E94"/>
  </w:style>
  <w:style w:type="character" w:customStyle="1" w:styleId="skypepnhtextspan">
    <w:name w:val="skype_pnh_text_span"/>
    <w:basedOn w:val="Policepardfaut1"/>
    <w:rsid w:val="009C6E94"/>
  </w:style>
  <w:style w:type="character" w:customStyle="1" w:styleId="skypepnhrightspan">
    <w:name w:val="skype_pnh_right_span"/>
    <w:basedOn w:val="Policepardfaut1"/>
    <w:rsid w:val="009C6E94"/>
  </w:style>
  <w:style w:type="character" w:customStyle="1" w:styleId="NotedebasdepageCar">
    <w:name w:val="Note de bas de page Car"/>
    <w:basedOn w:val="Policepardfaut1"/>
    <w:rsid w:val="009C6E94"/>
  </w:style>
  <w:style w:type="character" w:customStyle="1" w:styleId="Caractresdenotedebasdepage">
    <w:name w:val="Caractères de note de bas de page"/>
    <w:basedOn w:val="Policepardfaut1"/>
    <w:rsid w:val="009C6E94"/>
    <w:rPr>
      <w:vertAlign w:val="superscript"/>
    </w:rPr>
  </w:style>
  <w:style w:type="character" w:customStyle="1" w:styleId="Titre5Car">
    <w:name w:val="Titre 5 Car"/>
    <w:basedOn w:val="Policepardfaut1"/>
    <w:rsid w:val="009C6E94"/>
    <w:rPr>
      <w:b/>
      <w:bCs/>
      <w:color w:val="008000"/>
      <w:sz w:val="28"/>
      <w:szCs w:val="28"/>
    </w:rPr>
  </w:style>
  <w:style w:type="character" w:customStyle="1" w:styleId="TitreCar">
    <w:name w:val="Titre Car"/>
    <w:basedOn w:val="Policepardfaut1"/>
    <w:rsid w:val="009C6E94"/>
    <w:rPr>
      <w:b/>
      <w:bCs/>
      <w:color w:val="00FF00"/>
      <w:sz w:val="28"/>
      <w:szCs w:val="28"/>
    </w:rPr>
  </w:style>
  <w:style w:type="character" w:customStyle="1" w:styleId="TextedebullesCar">
    <w:name w:val="Texte de bulles Car"/>
    <w:basedOn w:val="Policepardfaut1"/>
    <w:rsid w:val="009C6E94"/>
    <w:rPr>
      <w:rFonts w:ascii="Tahoma" w:hAnsi="Tahoma" w:cs="Tahoma"/>
      <w:sz w:val="16"/>
      <w:szCs w:val="16"/>
    </w:rPr>
  </w:style>
  <w:style w:type="paragraph" w:customStyle="1" w:styleId="Titre10">
    <w:name w:val="Titre1"/>
    <w:basedOn w:val="Normal"/>
    <w:next w:val="Corpsdetexte"/>
    <w:rsid w:val="009C6E94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sdetexte">
    <w:name w:val="Body Text"/>
    <w:basedOn w:val="Normal"/>
    <w:rsid w:val="009C6E94"/>
    <w:pPr>
      <w:jc w:val="both"/>
    </w:pPr>
    <w:rPr>
      <w:sz w:val="22"/>
      <w:szCs w:val="22"/>
    </w:rPr>
  </w:style>
  <w:style w:type="paragraph" w:styleId="Liste">
    <w:name w:val="List"/>
    <w:basedOn w:val="Corpsdetexte"/>
    <w:rsid w:val="009C6E94"/>
    <w:rPr>
      <w:rFonts w:cs="Mangal"/>
    </w:rPr>
  </w:style>
  <w:style w:type="paragraph" w:customStyle="1" w:styleId="Lgende1">
    <w:name w:val="Légende1"/>
    <w:basedOn w:val="Normal"/>
    <w:rsid w:val="009C6E94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Normal"/>
    <w:rsid w:val="009C6E94"/>
    <w:pPr>
      <w:suppressLineNumbers/>
    </w:pPr>
    <w:rPr>
      <w:rFonts w:cs="Mangal"/>
    </w:rPr>
  </w:style>
  <w:style w:type="paragraph" w:styleId="En-tte">
    <w:name w:val="header"/>
    <w:basedOn w:val="Normal"/>
    <w:rsid w:val="009C6E94"/>
  </w:style>
  <w:style w:type="paragraph" w:styleId="Pieddepage">
    <w:name w:val="footer"/>
    <w:basedOn w:val="Normal"/>
    <w:uiPriority w:val="99"/>
    <w:rsid w:val="009C6E94"/>
  </w:style>
  <w:style w:type="paragraph" w:styleId="Notedebasdepage">
    <w:name w:val="footnote text"/>
    <w:basedOn w:val="Normal"/>
    <w:rsid w:val="009C6E94"/>
  </w:style>
  <w:style w:type="paragraph" w:styleId="Sansinterligne">
    <w:name w:val="No Spacing"/>
    <w:qFormat/>
    <w:rsid w:val="009C6E94"/>
    <w:pPr>
      <w:suppressAutoHyphens/>
    </w:pPr>
    <w:rPr>
      <w:rFonts w:ascii="Calibri" w:eastAsia="Calibri" w:hAnsi="Calibri"/>
      <w:sz w:val="22"/>
      <w:szCs w:val="22"/>
      <w:lang w:eastAsia="ar-SA"/>
    </w:rPr>
  </w:style>
  <w:style w:type="paragraph" w:styleId="Titre">
    <w:name w:val="Title"/>
    <w:basedOn w:val="Normal"/>
    <w:next w:val="Sous-titre"/>
    <w:qFormat/>
    <w:rsid w:val="009C6E94"/>
    <w:pPr>
      <w:jc w:val="center"/>
    </w:pPr>
    <w:rPr>
      <w:b/>
      <w:bCs/>
      <w:color w:val="00FF00"/>
      <w:sz w:val="28"/>
      <w:szCs w:val="28"/>
    </w:rPr>
  </w:style>
  <w:style w:type="paragraph" w:styleId="Sous-titre">
    <w:name w:val="Subtitle"/>
    <w:basedOn w:val="Titre10"/>
    <w:next w:val="Corpsdetexte"/>
    <w:qFormat/>
    <w:rsid w:val="009C6E94"/>
    <w:pPr>
      <w:jc w:val="center"/>
    </w:pPr>
    <w:rPr>
      <w:i/>
      <w:iCs/>
    </w:rPr>
  </w:style>
  <w:style w:type="paragraph" w:styleId="Paragraphedeliste">
    <w:name w:val="List Paragraph"/>
    <w:basedOn w:val="Normal"/>
    <w:uiPriority w:val="34"/>
    <w:qFormat/>
    <w:rsid w:val="009C6E94"/>
    <w:pPr>
      <w:ind w:left="720"/>
    </w:pPr>
  </w:style>
  <w:style w:type="paragraph" w:styleId="Textedebulles">
    <w:name w:val="Balloon Text"/>
    <w:basedOn w:val="Normal"/>
    <w:rsid w:val="009C6E94"/>
    <w:rPr>
      <w:rFonts w:ascii="Tahoma" w:hAnsi="Tahoma" w:cs="Tahoma"/>
      <w:sz w:val="16"/>
      <w:szCs w:val="16"/>
    </w:rPr>
  </w:style>
  <w:style w:type="paragraph" w:customStyle="1" w:styleId="Contenuducadre">
    <w:name w:val="Contenu du cadre"/>
    <w:basedOn w:val="Corpsdetexte"/>
    <w:rsid w:val="009C6E94"/>
  </w:style>
  <w:style w:type="table" w:styleId="Grilledutableau">
    <w:name w:val="Table Grid"/>
    <w:basedOn w:val="TableauNormal"/>
    <w:uiPriority w:val="59"/>
    <w:rsid w:val="00804CF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Marquedecommentaire">
    <w:name w:val="annotation reference"/>
    <w:basedOn w:val="Policepardfaut"/>
    <w:uiPriority w:val="99"/>
    <w:semiHidden/>
    <w:unhideWhenUsed/>
    <w:rsid w:val="003C6E5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3C6E5D"/>
  </w:style>
  <w:style w:type="character" w:customStyle="1" w:styleId="CommentaireCar">
    <w:name w:val="Commentaire Car"/>
    <w:basedOn w:val="Policepardfaut"/>
    <w:link w:val="Commentaire"/>
    <w:uiPriority w:val="99"/>
    <w:semiHidden/>
    <w:rsid w:val="003C6E5D"/>
    <w:rPr>
      <w:lang w:eastAsia="ar-SA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C6E5D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3C6E5D"/>
    <w:rPr>
      <w:b/>
      <w:bCs/>
      <w:lang w:eastAsia="ar-SA"/>
    </w:rPr>
  </w:style>
  <w:style w:type="paragraph" w:styleId="PrformatHTML">
    <w:name w:val="HTML Preformatted"/>
    <w:basedOn w:val="Normal"/>
    <w:link w:val="PrformatHTMLCar"/>
    <w:uiPriority w:val="99"/>
    <w:unhideWhenUsed/>
    <w:rsid w:val="004E090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lang w:eastAsia="fr-FR"/>
    </w:rPr>
  </w:style>
  <w:style w:type="character" w:customStyle="1" w:styleId="PrformatHTMLCar">
    <w:name w:val="Préformaté HTML Car"/>
    <w:basedOn w:val="Policepardfaut"/>
    <w:link w:val="PrformatHTML"/>
    <w:uiPriority w:val="99"/>
    <w:rsid w:val="004E0901"/>
    <w:rPr>
      <w:rFonts w:ascii="Courier New" w:hAnsi="Courier New" w:cs="Courier New"/>
    </w:rPr>
  </w:style>
  <w:style w:type="paragraph" w:customStyle="1" w:styleId="Default">
    <w:name w:val="Default"/>
    <w:rsid w:val="00487797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2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28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7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0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0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6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52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2733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03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104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470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048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488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830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1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sfmc.eu" TargetMode="External"/><Relationship Id="rId1" Type="http://schemas.openxmlformats.org/officeDocument/2006/relationships/hyperlink" Target="mailto:medecine.cata@gmail.com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ULIEN%20Henri\Documents\Henri\0%20SFMC\2015-01%20Ebola\Programme%20Ebola%20V9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06F851F-DF95-4550-9987-67D1AF9816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Programme Ebola V9.dotx</Template>
  <TotalTime>1</TotalTime>
  <Pages>2</Pages>
  <Words>477</Words>
  <Characters>2627</Characters>
  <Application>Microsoft Office Word</Application>
  <DocSecurity>0</DocSecurity>
  <Lines>21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SOCIETE FRANCAISE DE MEDECINE DE CATASTROPHE</vt:lpstr>
    </vt:vector>
  </TitlesOfParts>
  <Company>BSPP</Company>
  <LinksUpToDate>false</LinksUpToDate>
  <CharactersWithSpaces>3098</CharactersWithSpaces>
  <SharedDoc>false</SharedDoc>
  <HLinks>
    <vt:vector size="18" baseType="variant">
      <vt:variant>
        <vt:i4>2883668</vt:i4>
      </vt:variant>
      <vt:variant>
        <vt:i4>0</vt:i4>
      </vt:variant>
      <vt:variant>
        <vt:i4>0</vt:i4>
      </vt:variant>
      <vt:variant>
        <vt:i4>5</vt:i4>
      </vt:variant>
      <vt:variant>
        <vt:lpwstr>mailto:medecine.cata@gmail.com</vt:lpwstr>
      </vt:variant>
      <vt:variant>
        <vt:lpwstr/>
      </vt:variant>
      <vt:variant>
        <vt:i4>7209008</vt:i4>
      </vt:variant>
      <vt:variant>
        <vt:i4>6</vt:i4>
      </vt:variant>
      <vt:variant>
        <vt:i4>0</vt:i4>
      </vt:variant>
      <vt:variant>
        <vt:i4>5</vt:i4>
      </vt:variant>
      <vt:variant>
        <vt:lpwstr>http://www.sfmc.eu/</vt:lpwstr>
      </vt:variant>
      <vt:variant>
        <vt:lpwstr/>
      </vt:variant>
      <vt:variant>
        <vt:i4>2883668</vt:i4>
      </vt:variant>
      <vt:variant>
        <vt:i4>3</vt:i4>
      </vt:variant>
      <vt:variant>
        <vt:i4>0</vt:i4>
      </vt:variant>
      <vt:variant>
        <vt:i4>5</vt:i4>
      </vt:variant>
      <vt:variant>
        <vt:lpwstr>mailto:medecine.cata@gmail.com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SOCIETE FRANCAISE DE MEDECINE DE CATASTROPHE</dc:title>
  <dc:creator>JULIEN Henri</dc:creator>
  <cp:lastModifiedBy>henri JULIEN</cp:lastModifiedBy>
  <cp:revision>2</cp:revision>
  <cp:lastPrinted>2015-10-13T16:39:00Z</cp:lastPrinted>
  <dcterms:created xsi:type="dcterms:W3CDTF">2017-12-14T03:00:00Z</dcterms:created>
  <dcterms:modified xsi:type="dcterms:W3CDTF">2017-12-14T03:00:00Z</dcterms:modified>
</cp:coreProperties>
</file>